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8F2EB" w14:textId="0896203B" w:rsidR="00EE2038" w:rsidRPr="000833ED" w:rsidRDefault="00255B9D" w:rsidP="000833ED">
      <w:pPr>
        <w:pStyle w:val="cdctitle"/>
        <w:spacing w:before="0" w:after="0"/>
        <w:rPr>
          <w:sz w:val="50"/>
          <w:szCs w:val="50"/>
        </w:rPr>
      </w:pPr>
      <w:r w:rsidRPr="000833ED">
        <w:rPr>
          <w:sz w:val="50"/>
          <w:szCs w:val="50"/>
        </w:rPr>
        <w:t xml:space="preserve">Checklist </w:t>
      </w:r>
      <w:proofErr w:type="spellStart"/>
      <w:r w:rsidR="000C6DF8" w:rsidRPr="000833ED">
        <w:rPr>
          <w:sz w:val="50"/>
          <w:szCs w:val="50"/>
        </w:rPr>
        <w:t>Revit</w:t>
      </w:r>
      <w:proofErr w:type="spellEnd"/>
    </w:p>
    <w:p w14:paraId="384BF31E" w14:textId="3617547F" w:rsidR="00B678CC" w:rsidRDefault="00B82E5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  <w:r w:rsidRPr="000833ED">
        <w:rPr>
          <w:rFonts w:ascii="Tahoma" w:hAnsi="Tahoma" w:cs="Tahoma"/>
          <w:noProof/>
          <w:sz w:val="50"/>
          <w:szCs w:val="50"/>
          <w:lang w:eastAsia="nl-NL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7C4FBCFF" wp14:editId="03798386">
                <wp:simplePos x="0" y="0"/>
                <wp:positionH relativeFrom="margin">
                  <wp:posOffset>4445</wp:posOffset>
                </wp:positionH>
                <wp:positionV relativeFrom="paragraph">
                  <wp:posOffset>9525</wp:posOffset>
                </wp:positionV>
                <wp:extent cx="6296025" cy="8343900"/>
                <wp:effectExtent l="0" t="0" r="28575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34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34B703" w14:textId="488A2EC4" w:rsidR="00255B9D" w:rsidRPr="00255B9D" w:rsidRDefault="00255B9D" w:rsidP="00255B9D">
                            <w:pPr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</w:pPr>
                            <w:r w:rsidRPr="00255B9D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Naam opdracht gever: </w:t>
                            </w:r>
                            <w:r w:rsidR="004A429A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Philips </w:t>
                            </w:r>
                            <w:proofErr w:type="spellStart"/>
                            <w:r w:rsidR="004A429A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Lighting</w:t>
                            </w:r>
                            <w:proofErr w:type="spellEnd"/>
                            <w:r w:rsidR="004A429A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ab/>
                            </w:r>
                            <w:r w:rsidR="005F6252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(deel)p</w:t>
                            </w:r>
                            <w:r w:rsidRPr="00255B9D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roject</w:t>
                            </w:r>
                            <w:r w:rsidR="005F6252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naam</w:t>
                            </w:r>
                            <w:r w:rsidRPr="00255B9D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: </w:t>
                            </w:r>
                            <w:r w:rsidR="00241D1F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extra order – </w:t>
                            </w:r>
                            <w:proofErr w:type="spellStart"/>
                            <w:r w:rsidR="00241D1F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Coreline</w:t>
                            </w:r>
                            <w:proofErr w:type="spellEnd"/>
                            <w:r w:rsidR="00241D1F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 waterproof</w:t>
                            </w:r>
                          </w:p>
                          <w:p w14:paraId="745DB857" w14:textId="217B377A" w:rsidR="005F6252" w:rsidRDefault="005F6252" w:rsidP="00255B9D">
                            <w:pPr>
                              <w:pStyle w:val="Geenafstand"/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 xml:space="preserve">Naam tekenaar: </w:t>
                            </w:r>
                            <w:r w:rsidR="00241D1F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Morris van Eeden</w:t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___________</w:t>
                            </w:r>
                            <w:r w:rsidR="00001067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</w:r>
                            <w:r w:rsidR="00001067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  <w:t>Staf: ____________________________</w:t>
                            </w:r>
                          </w:p>
                          <w:p w14:paraId="4A75E208" w14:textId="77777777" w:rsidR="005F6252" w:rsidRDefault="005F6252" w:rsidP="00255B9D">
                            <w:pPr>
                              <w:pStyle w:val="Geenafstand"/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 xml:space="preserve">Checklist nr.: </w:t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 w:rsidR="00462DB0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__ van de __</w:t>
                            </w:r>
                          </w:p>
                          <w:p w14:paraId="276D33A2" w14:textId="77777777" w:rsidR="005D0160" w:rsidRDefault="005D0160" w:rsidP="005D0160">
                            <w:pPr>
                              <w:pStyle w:val="Geenafstand"/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Betrekking op tekening:</w:t>
                            </w:r>
                          </w:p>
                          <w:p w14:paraId="2362A8D1" w14:textId="27F306EA" w:rsidR="005D0160" w:rsidRPr="004A4BC1" w:rsidRDefault="00241D1F" w:rsidP="005D0160">
                            <w:pPr>
                              <w:pStyle w:val="Geenafstand"/>
                              <w:numPr>
                                <w:ilvl w:val="0"/>
                                <w:numId w:val="36"/>
                              </w:numPr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>Coreline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 xml:space="preserve"> Waterproof WT120C G2 L</w:t>
                            </w:r>
                            <w:r w:rsidR="00A80705"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>1</w:t>
                            </w:r>
                            <w:r w:rsidR="00C3323E"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>5</w:t>
                            </w:r>
                            <w:bookmarkStart w:id="0" w:name="_GoBack"/>
                            <w:bookmarkEnd w:id="0"/>
                            <w:r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>00</w:t>
                            </w:r>
                          </w:p>
                          <w:p w14:paraId="1AF32109" w14:textId="77777777" w:rsidR="00255B9D" w:rsidRPr="00255B9D" w:rsidRDefault="00255B9D" w:rsidP="00255B9D">
                            <w:pPr>
                              <w:pStyle w:val="Geenafstand"/>
                              <w:rPr>
                                <w:color w:val="575757" w:themeColor="accent1"/>
                                <w:sz w:val="24"/>
                                <w:lang w:val="nl-NL"/>
                              </w:rPr>
                            </w:pPr>
                            <w:r w:rsidRPr="00255B9D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Project informatie:</w:t>
                            </w:r>
                          </w:p>
                          <w:p w14:paraId="7C471834" w14:textId="77777777" w:rsidR="00255B9D" w:rsidRPr="00255B9D" w:rsidRDefault="004A429A" w:rsidP="00255B9D">
                            <w:pPr>
                              <w:pStyle w:val="Geenafstand"/>
                              <w:spacing w:line="360" w:lineRule="auto"/>
                              <w:rPr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BIM modellen van Philips armaturen</w:t>
                            </w:r>
                          </w:p>
                          <w:p w14:paraId="4E787D19" w14:textId="77777777" w:rsidR="00C047A9" w:rsidRDefault="00462DB0" w:rsidP="005F6252">
                            <w:pPr>
                              <w:pStyle w:val="Geenafstand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 xml:space="preserve">Klant </w:t>
                            </w:r>
                            <w:r w:rsidR="00C047A9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 xml:space="preserve">specifieke </w:t>
                            </w:r>
                            <w: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 xml:space="preserve">eisen/randvoorwaardes </w:t>
                            </w:r>
                            <w:r w:rsidR="005F6252" w:rsidRPr="00255B9D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>(invullen door controleur):</w:t>
                            </w:r>
                            <w:r w:rsidR="004A429A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ab/>
                            </w:r>
                          </w:p>
                          <w:p w14:paraId="7F640BCF" w14:textId="28D6A008" w:rsidR="005F6252" w:rsidRDefault="004A429A" w:rsidP="000833ED">
                            <w:pPr>
                              <w:pStyle w:val="Geenafstand"/>
                              <w:ind w:left="7200"/>
                              <w:rPr>
                                <w:color w:val="575757" w:themeColor="accent1"/>
                                <w:lang w:val="nl-NL"/>
                              </w:rPr>
                            </w:pP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t>Ja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  <w:t>Nee</w:t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  <w:t>N.V.T.</w:t>
                            </w:r>
                          </w:p>
                          <w:p w14:paraId="3C25FB56" w14:textId="2B83F9FF" w:rsidR="003A54C5" w:rsidRPr="003A54C5" w:rsidRDefault="003A54C5" w:rsidP="003A54C5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de juiste template gebruikt?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C57A4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1827E4E4" w14:textId="77777777" w:rsidR="003A54C5" w:rsidRPr="00255B9D" w:rsidRDefault="003A54C5" w:rsidP="000833ED">
                            <w:pPr>
                              <w:pStyle w:val="Geenafstand"/>
                              <w:ind w:left="144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4D84BFB7" w14:textId="1596C637" w:rsidR="004B34DB" w:rsidRPr="004A429A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Zijn de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visiblility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settings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van de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geometry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correct?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78BBB4DB" w14:textId="77777777" w:rsidR="004A429A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54162C8B" w14:textId="02693FC7" w:rsidR="004A429A" w:rsidRPr="004A429A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de “Lamp type” Label toegekend aan de IES family?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B774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B7746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71B7BB6B" w14:textId="77777777" w:rsidR="004A429A" w:rsidRPr="004A429A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309DD96E" w14:textId="22088B44" w:rsidR="004A429A" w:rsidRPr="00B82E5C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Electrical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connector aanwezig met de juist</w:t>
                            </w:r>
                            <w:r w:rsidR="005408BB">
                              <w:rPr>
                                <w:color w:val="575757" w:themeColor="accent1"/>
                                <w:lang w:val="nl-NL"/>
                              </w:rPr>
                              <w:t>e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doorkoppeling?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58327BF7" w14:textId="77777777" w:rsidR="00B82E5C" w:rsidRPr="004A429A" w:rsidRDefault="00B82E5C" w:rsidP="00B82E5C">
                            <w:pPr>
                              <w:pStyle w:val="Geenafstand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7B28D377" w14:textId="1795EA99" w:rsidR="00B82E5C" w:rsidRPr="002E65D0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Kloppen de family types + parameter waarden: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68456C9F" w14:textId="77777777" w:rsidR="00B82E5C" w:rsidRDefault="00B82E5C" w:rsidP="00B82E5C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4A64FB49" w14:textId="3E0F30EE" w:rsidR="00B82E5C" w:rsidRPr="002E65D0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Parameter Armatuurcode toegevoegd?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1F08EC19" w14:textId="58BC0BFB" w:rsidR="00B82E5C" w:rsidRPr="00B82E5C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Parameter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Description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: Volledige omschrijving van het armatuur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345646FC" w14:textId="2F0173A8" w:rsidR="00B82E5C" w:rsidRPr="00B82E5C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Parameter Model: ingevuld met de volgende gegevens: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6CEE0B75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Type</w:t>
                            </w:r>
                          </w:p>
                          <w:p w14:paraId="033A8683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Lichtbron/kleur</w:t>
                            </w:r>
                          </w:p>
                          <w:p w14:paraId="7746FE91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Driver</w:t>
                            </w:r>
                          </w:p>
                          <w:p w14:paraId="79A0FC9B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Soort bundel</w:t>
                            </w:r>
                          </w:p>
                          <w:p w14:paraId="3007C7DC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Eventueel noodfunctie</w:t>
                            </w:r>
                          </w:p>
                          <w:p w14:paraId="358B1F02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Kleur armatuur</w:t>
                            </w:r>
                          </w:p>
                          <w:p w14:paraId="353172A2" w14:textId="77777777" w:rsid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Vrij veld</w:t>
                            </w:r>
                          </w:p>
                          <w:p w14:paraId="32AB179F" w14:textId="5F1B8D2A" w:rsidR="004A429A" w:rsidRPr="00B82E5C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Parameter 12NC toegevoegd?</w:t>
                            </w:r>
                            <w:r w:rsidR="00FF1EC8" w:rsidRPr="00FF1EC8">
                              <w:rPr>
                                <w:color w:val="575757" w:themeColor="accent1"/>
                                <w:lang w:val="nl-NL"/>
                              </w:rPr>
                              <w:t xml:space="preserve"> 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265B9CD3" w14:textId="3318B54B" w:rsidR="005408BB" w:rsidRDefault="005408BB" w:rsidP="005408BB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41C2DF1B" w14:textId="7FA811F7" w:rsidR="000833ED" w:rsidRPr="000833ED" w:rsidRDefault="005408BB" w:rsidP="000833ED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het 2D symbool aanwezig met de juiste doorkoppeling?</w:t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6BF5E460" w14:textId="77777777" w:rsidR="000833ED" w:rsidRDefault="000833ED" w:rsidP="000833ED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33935C99" w14:textId="676431BD" w:rsidR="005408BB" w:rsidRPr="000833ED" w:rsidRDefault="000833ED" w:rsidP="000833ED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het 2D symbool gekoppeld aan de breedte/lengte?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5408BB"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5408BB"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5408BB"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</w:p>
                          <w:p w14:paraId="375438BE" w14:textId="4DE9CD57" w:rsidR="004A429A" w:rsidRPr="004A429A" w:rsidRDefault="005408BB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de family correct te plaatsen in projectomgeving?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35119EBA" w14:textId="77777777" w:rsidR="004A429A" w:rsidRPr="004A429A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000306E9" w14:textId="62A0C578" w:rsidR="004A429A" w:rsidRPr="00F329E7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 w:rsidRPr="00F329E7">
                              <w:rPr>
                                <w:color w:val="575757" w:themeColor="accent1"/>
                                <w:lang w:val="nl-NL"/>
                              </w:rPr>
                              <w:t>Werken rotaties in projectomgeving?</w:t>
                            </w:r>
                            <w:r w:rsidRPr="00F329E7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F329E7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F329E7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F329E7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F329E7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AE0879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="00AE0879" w:rsidRPr="00DF4170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en-GB"/>
                              </w:rPr>
                              <w:t>☑</w:t>
                            </w:r>
                          </w:p>
                          <w:p w14:paraId="0F2CDB1C" w14:textId="77777777" w:rsidR="004A429A" w:rsidRPr="00F329E7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46DE7912" w14:textId="37CBE46F" w:rsidR="005408BB" w:rsidRPr="005408BB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Is er een type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catalog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aanwezig? (alleen bij IES files)</w:t>
                            </w:r>
                            <w:r w:rsidR="005408BB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89487E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B7746" w:rsidRPr="00DF4170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en-GB"/>
                              </w:rPr>
                              <w:t>☑</w:t>
                            </w:r>
                            <w:r w:rsidR="005408BB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5408BB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EC38CA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5FD77C2B" w14:textId="77777777" w:rsidR="005408BB" w:rsidRDefault="005408BB" w:rsidP="005408BB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68C370DC" w14:textId="4EF00F55" w:rsidR="004A429A" w:rsidRPr="003A54C5" w:rsidRDefault="005408BB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er e</w:t>
                            </w:r>
                            <w:r w:rsidR="009C7248">
                              <w:rPr>
                                <w:color w:val="575757" w:themeColor="accent1"/>
                                <w:lang w:val="nl-NL"/>
                              </w:rPr>
                              <w:t>en afbeelding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toegevoegd</w:t>
                            </w:r>
                            <w:r w:rsidR="009C7248">
                              <w:rPr>
                                <w:color w:val="575757" w:themeColor="accent1"/>
                                <w:lang w:val="nl-NL"/>
                              </w:rPr>
                              <w:t xml:space="preserve"> in de juiste map</w:t>
                            </w:r>
                            <w:r w:rsidR="002B76A6">
                              <w:rPr>
                                <w:color w:val="575757" w:themeColor="accent1"/>
                                <w:lang w:val="nl-NL"/>
                              </w:rPr>
                              <w:t xml:space="preserve"> (.</w:t>
                            </w:r>
                            <w:proofErr w:type="spellStart"/>
                            <w:r w:rsidR="002B76A6">
                              <w:rPr>
                                <w:color w:val="575757" w:themeColor="accent1"/>
                                <w:lang w:val="nl-NL"/>
                              </w:rPr>
                              <w:t>png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32x32)?</w:t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89487E" w:rsidRPr="00DF4170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en-GB"/>
                              </w:rPr>
                              <w:t>☑</w:t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2CCD8FB3" w14:textId="77777777" w:rsidR="003A54C5" w:rsidRPr="003A54C5" w:rsidRDefault="003A54C5" w:rsidP="003A54C5">
                            <w:pPr>
                              <w:rPr>
                                <w:b/>
                              </w:rPr>
                            </w:pPr>
                          </w:p>
                          <w:p w14:paraId="39BD1184" w14:textId="77777777" w:rsidR="00255B9D" w:rsidRPr="00255B9D" w:rsidRDefault="00255B9D" w:rsidP="00255B9D">
                            <w:pPr>
                              <w:pStyle w:val="Geenafstand"/>
                              <w:rPr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2555D16B" w14:textId="77777777" w:rsidR="00255B9D" w:rsidRDefault="00255B9D" w:rsidP="00255B9D">
                            <w:pPr>
                              <w:pStyle w:val="Geenafstand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4FBC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35pt;margin-top:.75pt;width:495.75pt;height:657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">
                <v:textbox>
                  <w:txbxContent>
                    <w:p w14:paraId="0F34B703" w14:textId="488A2EC4" w:rsidR="00255B9D" w:rsidRPr="00255B9D" w:rsidRDefault="00255B9D" w:rsidP="00255B9D">
                      <w:pPr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</w:pPr>
                      <w:r w:rsidRPr="00255B9D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Naam opdracht gever: </w:t>
                      </w:r>
                      <w:r w:rsidR="004A429A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Philips </w:t>
                      </w:r>
                      <w:proofErr w:type="spellStart"/>
                      <w:r w:rsidR="004A429A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Lighting</w:t>
                      </w:r>
                      <w:proofErr w:type="spellEnd"/>
                      <w:r w:rsidR="004A429A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ab/>
                      </w:r>
                      <w:r w:rsidR="005F6252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(deel)p</w:t>
                      </w:r>
                      <w:r w:rsidRPr="00255B9D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roject</w:t>
                      </w:r>
                      <w:r w:rsidR="005F6252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naam</w:t>
                      </w:r>
                      <w:r w:rsidRPr="00255B9D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: </w:t>
                      </w:r>
                      <w:r w:rsidR="00241D1F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extra order – </w:t>
                      </w:r>
                      <w:proofErr w:type="spellStart"/>
                      <w:r w:rsidR="00241D1F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Coreline</w:t>
                      </w:r>
                      <w:proofErr w:type="spellEnd"/>
                      <w:r w:rsidR="00241D1F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 waterproof</w:t>
                      </w:r>
                    </w:p>
                    <w:p w14:paraId="745DB857" w14:textId="217B377A" w:rsidR="005F6252" w:rsidRDefault="005F6252" w:rsidP="00255B9D">
                      <w:pPr>
                        <w:pStyle w:val="Geenafstand"/>
                        <w:rPr>
                          <w:color w:val="575757" w:themeColor="accent1"/>
                          <w:szCs w:val="20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 xml:space="preserve">Naam tekenaar: </w:t>
                      </w:r>
                      <w:r w:rsidR="00241D1F">
                        <w:rPr>
                          <w:color w:val="575757" w:themeColor="accent1"/>
                          <w:szCs w:val="20"/>
                          <w:lang w:val="nl-NL"/>
                        </w:rPr>
                        <w:t>Morris van Eeden</w:t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>___________</w:t>
                      </w:r>
                      <w:r w:rsidR="00001067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</w:r>
                      <w:r w:rsidR="00001067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  <w:t>Staf: ____________________________</w:t>
                      </w:r>
                    </w:p>
                    <w:p w14:paraId="4A75E208" w14:textId="77777777" w:rsidR="005F6252" w:rsidRDefault="005F6252" w:rsidP="00255B9D">
                      <w:pPr>
                        <w:pStyle w:val="Geenafstand"/>
                        <w:rPr>
                          <w:color w:val="575757" w:themeColor="accent1"/>
                          <w:szCs w:val="20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 xml:space="preserve">Checklist nr.: </w:t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 w:rsidR="00462DB0">
                        <w:rPr>
                          <w:color w:val="575757" w:themeColor="accent1"/>
                          <w:szCs w:val="20"/>
                          <w:lang w:val="nl-NL"/>
                        </w:rPr>
                        <w:t>__ van de __</w:t>
                      </w:r>
                    </w:p>
                    <w:p w14:paraId="276D33A2" w14:textId="77777777" w:rsidR="005D0160" w:rsidRDefault="005D0160" w:rsidP="005D0160">
                      <w:pPr>
                        <w:pStyle w:val="Geenafstand"/>
                        <w:rPr>
                          <w:color w:val="575757" w:themeColor="accent1"/>
                          <w:szCs w:val="20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>Betrekking op tekening:</w:t>
                      </w:r>
                    </w:p>
                    <w:p w14:paraId="2362A8D1" w14:textId="27F306EA" w:rsidR="005D0160" w:rsidRPr="004A4BC1" w:rsidRDefault="00241D1F" w:rsidP="005D0160">
                      <w:pPr>
                        <w:pStyle w:val="Geenafstand"/>
                        <w:numPr>
                          <w:ilvl w:val="0"/>
                          <w:numId w:val="36"/>
                        </w:numPr>
                        <w:rPr>
                          <w:color w:val="575757" w:themeColor="accent1"/>
                          <w:szCs w:val="20"/>
                          <w:lang w:val="en-GB"/>
                        </w:rPr>
                      </w:pPr>
                      <w:proofErr w:type="spellStart"/>
                      <w:r>
                        <w:rPr>
                          <w:color w:val="575757" w:themeColor="accent1"/>
                          <w:szCs w:val="20"/>
                          <w:lang w:val="en-GB"/>
                        </w:rPr>
                        <w:t>Coreline</w:t>
                      </w:r>
                      <w:proofErr w:type="spellEnd"/>
                      <w:r>
                        <w:rPr>
                          <w:color w:val="575757" w:themeColor="accent1"/>
                          <w:szCs w:val="20"/>
                          <w:lang w:val="en-GB"/>
                        </w:rPr>
                        <w:t xml:space="preserve"> Waterproof WT120C G2 L</w:t>
                      </w:r>
                      <w:r w:rsidR="00A80705">
                        <w:rPr>
                          <w:color w:val="575757" w:themeColor="accent1"/>
                          <w:szCs w:val="20"/>
                          <w:lang w:val="en-GB"/>
                        </w:rPr>
                        <w:t>1</w:t>
                      </w:r>
                      <w:r w:rsidR="00C3323E">
                        <w:rPr>
                          <w:color w:val="575757" w:themeColor="accent1"/>
                          <w:szCs w:val="20"/>
                          <w:lang w:val="en-GB"/>
                        </w:rPr>
                        <w:t>5</w:t>
                      </w:r>
                      <w:bookmarkStart w:id="1" w:name="_GoBack"/>
                      <w:bookmarkEnd w:id="1"/>
                      <w:r>
                        <w:rPr>
                          <w:color w:val="575757" w:themeColor="accent1"/>
                          <w:szCs w:val="20"/>
                          <w:lang w:val="en-GB"/>
                        </w:rPr>
                        <w:t>00</w:t>
                      </w:r>
                    </w:p>
                    <w:p w14:paraId="1AF32109" w14:textId="77777777" w:rsidR="00255B9D" w:rsidRPr="00255B9D" w:rsidRDefault="00255B9D" w:rsidP="00255B9D">
                      <w:pPr>
                        <w:pStyle w:val="Geenafstand"/>
                        <w:rPr>
                          <w:color w:val="575757" w:themeColor="accent1"/>
                          <w:sz w:val="24"/>
                          <w:lang w:val="nl-NL"/>
                        </w:rPr>
                      </w:pPr>
                      <w:r w:rsidRPr="00255B9D">
                        <w:rPr>
                          <w:color w:val="575757" w:themeColor="accent1"/>
                          <w:szCs w:val="20"/>
                          <w:lang w:val="nl-NL"/>
                        </w:rPr>
                        <w:t>Project informatie:</w:t>
                      </w:r>
                    </w:p>
                    <w:p w14:paraId="7C471834" w14:textId="77777777" w:rsidR="00255B9D" w:rsidRPr="00255B9D" w:rsidRDefault="004A429A" w:rsidP="00255B9D">
                      <w:pPr>
                        <w:pStyle w:val="Geenafstand"/>
                        <w:spacing w:line="360" w:lineRule="auto"/>
                        <w:rPr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BIM modellen van Philips armaturen</w:t>
                      </w:r>
                    </w:p>
                    <w:p w14:paraId="4E787D19" w14:textId="77777777" w:rsidR="00C047A9" w:rsidRDefault="00462DB0" w:rsidP="005F6252">
                      <w:pPr>
                        <w:pStyle w:val="Geenafstand"/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b/>
                          <w:color w:val="575757" w:themeColor="accent1"/>
                          <w:lang w:val="nl-NL"/>
                        </w:rPr>
                        <w:t xml:space="preserve">Klant </w:t>
                      </w:r>
                      <w:r w:rsidR="00C047A9">
                        <w:rPr>
                          <w:b/>
                          <w:color w:val="575757" w:themeColor="accent1"/>
                          <w:lang w:val="nl-NL"/>
                        </w:rPr>
                        <w:t xml:space="preserve">specifieke </w:t>
                      </w:r>
                      <w:r>
                        <w:rPr>
                          <w:b/>
                          <w:color w:val="575757" w:themeColor="accent1"/>
                          <w:lang w:val="nl-NL"/>
                        </w:rPr>
                        <w:t xml:space="preserve">eisen/randvoorwaardes </w:t>
                      </w:r>
                      <w:r w:rsidR="005F6252" w:rsidRPr="00255B9D">
                        <w:rPr>
                          <w:b/>
                          <w:color w:val="575757" w:themeColor="accent1"/>
                          <w:lang w:val="nl-NL"/>
                        </w:rPr>
                        <w:t>(invullen door controleur):</w:t>
                      </w:r>
                      <w:r w:rsidR="004A429A">
                        <w:rPr>
                          <w:b/>
                          <w:color w:val="575757" w:themeColor="accent1"/>
                          <w:lang w:val="nl-NL"/>
                        </w:rPr>
                        <w:tab/>
                      </w:r>
                      <w:r w:rsidR="004A429A">
                        <w:rPr>
                          <w:b/>
                          <w:color w:val="575757" w:themeColor="accent1"/>
                          <w:lang w:val="nl-NL"/>
                        </w:rPr>
                        <w:tab/>
                      </w:r>
                    </w:p>
                    <w:p w14:paraId="7F640BCF" w14:textId="28D6A008" w:rsidR="005F6252" w:rsidRDefault="004A429A" w:rsidP="000833ED">
                      <w:pPr>
                        <w:pStyle w:val="Geenafstand"/>
                        <w:ind w:left="7200"/>
                        <w:rPr>
                          <w:color w:val="575757" w:themeColor="accent1"/>
                          <w:lang w:val="nl-NL"/>
                        </w:rPr>
                      </w:pPr>
                      <w:r w:rsidRPr="00255B9D">
                        <w:rPr>
                          <w:color w:val="575757" w:themeColor="accent1"/>
                          <w:lang w:val="nl-NL"/>
                        </w:rPr>
                        <w:t>Ja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  <w:t>Nee</w:t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  <w:t>N.V.T.</w:t>
                      </w:r>
                    </w:p>
                    <w:p w14:paraId="3C25FB56" w14:textId="2B83F9FF" w:rsidR="003A54C5" w:rsidRPr="003A54C5" w:rsidRDefault="003A54C5" w:rsidP="003A54C5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de juiste template gebruikt?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C57A4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1827E4E4" w14:textId="77777777" w:rsidR="003A54C5" w:rsidRPr="00255B9D" w:rsidRDefault="003A54C5" w:rsidP="000833ED">
                      <w:pPr>
                        <w:pStyle w:val="Geenafstand"/>
                        <w:ind w:left="144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4D84BFB7" w14:textId="1596C637" w:rsidR="004B34DB" w:rsidRPr="004A429A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 xml:space="preserve">Zijn de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visiblility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settings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van de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geometry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correct?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78BBB4DB" w14:textId="77777777" w:rsidR="004A429A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54162C8B" w14:textId="02693FC7" w:rsidR="004A429A" w:rsidRPr="004A429A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de “Lamp type” Label toegekend aan de IES family?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B774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B7746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71B7BB6B" w14:textId="77777777" w:rsidR="004A429A" w:rsidRPr="004A429A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309DD96E" w14:textId="22088B44" w:rsidR="004A429A" w:rsidRPr="00B82E5C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Electrical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connector aanwezig met de juist</w:t>
                      </w:r>
                      <w:r w:rsidR="005408BB">
                        <w:rPr>
                          <w:color w:val="575757" w:themeColor="accent1"/>
                          <w:lang w:val="nl-NL"/>
                        </w:rPr>
                        <w:t>e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 xml:space="preserve"> doorkoppeling?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58327BF7" w14:textId="77777777" w:rsidR="00B82E5C" w:rsidRPr="004A429A" w:rsidRDefault="00B82E5C" w:rsidP="00B82E5C">
                      <w:pPr>
                        <w:pStyle w:val="Geenafstand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7B28D377" w14:textId="1795EA99" w:rsidR="00B82E5C" w:rsidRPr="002E65D0" w:rsidRDefault="00B82E5C" w:rsidP="00B82E5C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Kloppen de family types + parameter waarden: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68456C9F" w14:textId="77777777" w:rsidR="00B82E5C" w:rsidRDefault="00B82E5C" w:rsidP="00B82E5C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4A64FB49" w14:textId="3E0F30EE" w:rsidR="00B82E5C" w:rsidRPr="002E65D0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Parameter Armatuurcode toegevoegd?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1F08EC19" w14:textId="58BC0BFB" w:rsidR="00B82E5C" w:rsidRPr="00B82E5C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 xml:space="preserve">Parameter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Description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>: Volledige omschrijving van het armatuur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345646FC" w14:textId="2F0173A8" w:rsidR="00B82E5C" w:rsidRPr="00B82E5C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Parameter Model: ingevuld met de volgende gegevens: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6CEE0B75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Type</w:t>
                      </w:r>
                    </w:p>
                    <w:p w14:paraId="033A8683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Lichtbron/kleur</w:t>
                      </w:r>
                    </w:p>
                    <w:p w14:paraId="7746FE91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Driver</w:t>
                      </w:r>
                    </w:p>
                    <w:p w14:paraId="79A0FC9B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Soort bundel</w:t>
                      </w:r>
                    </w:p>
                    <w:p w14:paraId="3007C7DC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Eventueel noodfunctie</w:t>
                      </w:r>
                    </w:p>
                    <w:p w14:paraId="358B1F02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Kleur armatuur</w:t>
                      </w:r>
                    </w:p>
                    <w:p w14:paraId="353172A2" w14:textId="77777777" w:rsid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Vrij veld</w:t>
                      </w:r>
                    </w:p>
                    <w:p w14:paraId="32AB179F" w14:textId="5F1B8D2A" w:rsidR="004A429A" w:rsidRPr="00B82E5C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bCs/>
                          <w:color w:val="575757" w:themeColor="accent1"/>
                          <w:lang w:val="nl-NL"/>
                        </w:rPr>
                        <w:t>Parameter 12NC toegevoegd?</w:t>
                      </w:r>
                      <w:r w:rsidR="00FF1EC8" w:rsidRPr="00FF1EC8">
                        <w:rPr>
                          <w:color w:val="575757" w:themeColor="accent1"/>
                          <w:lang w:val="nl-NL"/>
                        </w:rPr>
                        <w:t xml:space="preserve"> 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265B9CD3" w14:textId="3318B54B" w:rsidR="005408BB" w:rsidRDefault="005408BB" w:rsidP="005408BB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41C2DF1B" w14:textId="7FA811F7" w:rsidR="000833ED" w:rsidRPr="000833ED" w:rsidRDefault="005408BB" w:rsidP="000833ED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het 2D symbool aanwezig met de juiste doorkoppeling?</w:t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6BF5E460" w14:textId="77777777" w:rsidR="000833ED" w:rsidRDefault="000833ED" w:rsidP="000833ED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33935C99" w14:textId="676431BD" w:rsidR="005408BB" w:rsidRPr="000833ED" w:rsidRDefault="000833ED" w:rsidP="000833ED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het 2D symbool gekoppeld aan de breedte/lengte?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5408BB"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5408BB"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5408BB"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</w:p>
                    <w:p w14:paraId="375438BE" w14:textId="4DE9CD57" w:rsidR="004A429A" w:rsidRPr="004A429A" w:rsidRDefault="005408BB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de family correct te plaatsen in projectomgeving?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35119EBA" w14:textId="77777777" w:rsidR="004A429A" w:rsidRPr="004A429A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000306E9" w14:textId="62A0C578" w:rsidR="004A429A" w:rsidRPr="00F329E7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 w:rsidRPr="00F329E7">
                        <w:rPr>
                          <w:color w:val="575757" w:themeColor="accent1"/>
                          <w:lang w:val="nl-NL"/>
                        </w:rPr>
                        <w:t>Werken rotaties in projectomgeving?</w:t>
                      </w:r>
                      <w:r w:rsidRPr="00F329E7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F329E7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F329E7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F329E7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F329E7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AE0879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="00AE0879" w:rsidRPr="00DF4170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en-GB"/>
                        </w:rPr>
                        <w:t>☑</w:t>
                      </w:r>
                    </w:p>
                    <w:p w14:paraId="0F2CDB1C" w14:textId="77777777" w:rsidR="004A429A" w:rsidRPr="00F329E7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46DE7912" w14:textId="37CBE46F" w:rsidR="005408BB" w:rsidRPr="005408BB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 xml:space="preserve">Is er een type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catalog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aanwezig? (alleen bij IES files)</w:t>
                      </w:r>
                      <w:r w:rsidR="005408BB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89487E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B7746" w:rsidRPr="00DF4170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en-GB"/>
                        </w:rPr>
                        <w:t>☑</w:t>
                      </w:r>
                      <w:r w:rsidR="005408BB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5408BB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EC38CA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5FD77C2B" w14:textId="77777777" w:rsidR="005408BB" w:rsidRDefault="005408BB" w:rsidP="005408BB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68C370DC" w14:textId="4EF00F55" w:rsidR="004A429A" w:rsidRPr="003A54C5" w:rsidRDefault="005408BB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er e</w:t>
                      </w:r>
                      <w:r w:rsidR="009C7248">
                        <w:rPr>
                          <w:color w:val="575757" w:themeColor="accent1"/>
                          <w:lang w:val="nl-NL"/>
                        </w:rPr>
                        <w:t>en afbeelding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 xml:space="preserve"> toegevoegd</w:t>
                      </w:r>
                      <w:r w:rsidR="009C7248">
                        <w:rPr>
                          <w:color w:val="575757" w:themeColor="accent1"/>
                          <w:lang w:val="nl-NL"/>
                        </w:rPr>
                        <w:t xml:space="preserve"> in de juiste map</w:t>
                      </w:r>
                      <w:r w:rsidR="002B76A6">
                        <w:rPr>
                          <w:color w:val="575757" w:themeColor="accent1"/>
                          <w:lang w:val="nl-NL"/>
                        </w:rPr>
                        <w:t xml:space="preserve"> (.</w:t>
                      </w:r>
                      <w:proofErr w:type="spellStart"/>
                      <w:r w:rsidR="002B76A6">
                        <w:rPr>
                          <w:color w:val="575757" w:themeColor="accent1"/>
                          <w:lang w:val="nl-NL"/>
                        </w:rPr>
                        <w:t>png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32x32)?</w:t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89487E" w:rsidRPr="00DF4170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en-GB"/>
                        </w:rPr>
                        <w:t>☑</w:t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2CCD8FB3" w14:textId="77777777" w:rsidR="003A54C5" w:rsidRPr="003A54C5" w:rsidRDefault="003A54C5" w:rsidP="003A54C5">
                      <w:pPr>
                        <w:rPr>
                          <w:b/>
                        </w:rPr>
                      </w:pPr>
                    </w:p>
                    <w:p w14:paraId="39BD1184" w14:textId="77777777" w:rsidR="00255B9D" w:rsidRPr="00255B9D" w:rsidRDefault="00255B9D" w:rsidP="00255B9D">
                      <w:pPr>
                        <w:pStyle w:val="Geenafstand"/>
                        <w:rPr>
                          <w:color w:val="575757" w:themeColor="accent1"/>
                          <w:lang w:val="nl-NL"/>
                        </w:rPr>
                      </w:pPr>
                    </w:p>
                    <w:p w14:paraId="2555D16B" w14:textId="77777777" w:rsidR="00255B9D" w:rsidRDefault="00255B9D" w:rsidP="00255B9D">
                      <w:pPr>
                        <w:pStyle w:val="Geenafstand"/>
                        <w:rPr>
                          <w:lang w:val="nl-N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BAA641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788FC15" w14:textId="360F931D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D3B7DC1" w14:textId="52EEFB9C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E5443EE" w14:textId="32122DE8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1BEF42D" w14:textId="490F524A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05AA3FCA" w14:textId="2C157396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F5DC8E6" w14:textId="2DE49D03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BF1194F" w14:textId="01D77D70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B64F258" w14:textId="4450F75F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AB2038C" w14:textId="7E2373F6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A3EC2CA" w14:textId="068932B1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4C38A50" w14:textId="3D02AF1A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2C9DEB1E" w14:textId="6F969FBA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1519F63" w14:textId="56C9C7CF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35C695C" w14:textId="7833932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B42EACE" w14:textId="2C277064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136A865" w14:textId="4A8253A8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8E6F012" w14:textId="38447A5F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E94EA62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1F09794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5F3EAC6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98277E2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D3DFDA7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2E38E6BB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7F85F76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E730F4D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F1EEA38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00C39E3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2015A79D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9CBE61B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E47A33B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D4DC701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BD85085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495F261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7805B03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23071E2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78DC53D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4D4A2B4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C72C2A9" w14:textId="77777777" w:rsidR="00AC7C73" w:rsidRDefault="00AC7C73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9A29D31" w14:textId="77777777" w:rsidR="00AC7C73" w:rsidRDefault="00AC7C73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E754BCC" w14:textId="77777777" w:rsidR="00AC7C73" w:rsidRDefault="00AC7C73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71694F9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59D1603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9144242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1D1B021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2191D06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B798454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7EF0FF3" w14:textId="78D0BCA0" w:rsidR="00B82E5C" w:rsidRPr="00255B9D" w:rsidRDefault="00B82E5C" w:rsidP="00965A45">
      <w:pPr>
        <w:pStyle w:val="Geenafstand"/>
        <w:rPr>
          <w:color w:val="575757" w:themeColor="accent1"/>
          <w:lang w:val="nl-NL"/>
        </w:rPr>
      </w:pPr>
      <w:r w:rsidRPr="00255B9D">
        <w:rPr>
          <w:b/>
          <w:color w:val="575757" w:themeColor="accent1"/>
          <w:lang w:val="nl-NL"/>
        </w:rPr>
        <w:t>Algemeen: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  <w:t>Ja</w:t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>Nee</w:t>
      </w:r>
      <w:r>
        <w:rPr>
          <w:color w:val="575757" w:themeColor="accent1"/>
          <w:lang w:val="nl-NL"/>
        </w:rPr>
        <w:t xml:space="preserve"> N.V.T.</w:t>
      </w:r>
    </w:p>
    <w:p w14:paraId="5943C979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 xml:space="preserve">Is het plan van aanpak, voor aanvang van het project, opgesteld in </w:t>
      </w:r>
    </w:p>
    <w:p w14:paraId="18950BE3" w14:textId="037573D4" w:rsidR="00B82E5C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overleg met de controleur?</w:t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  <w:r w:rsidR="00F57E28">
        <w:rPr>
          <w:color w:val="575757" w:themeColor="accent1"/>
          <w:lang w:val="nl-NL"/>
        </w:rPr>
        <w:tab/>
      </w:r>
      <w:r w:rsidR="00553362" w:rsidRPr="000833ED">
        <w:rPr>
          <w:rFonts w:ascii="Segoe UI Symbol" w:hAnsi="Segoe UI Symbol" w:cs="Segoe UI Symbol"/>
          <w:color w:val="545454"/>
          <w:shd w:val="clear" w:color="auto" w:fill="FFFFFF"/>
          <w:lang w:val="nl-NL"/>
        </w:rPr>
        <w:t>☑</w:t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</w:p>
    <w:p w14:paraId="28F5D0A5" w14:textId="77777777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Toelichting, indien “nee” ingevuld is:</w:t>
      </w:r>
    </w:p>
    <w:p w14:paraId="795200DC" w14:textId="76CF538A" w:rsidR="00B82E5C" w:rsidRPr="00255B9D" w:rsidRDefault="00B82E5C" w:rsidP="00B82E5C">
      <w:pPr>
        <w:pStyle w:val="Geenafstand"/>
        <w:spacing w:line="360" w:lineRule="auto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______________________________</w:t>
      </w:r>
      <w:r w:rsidR="00553362">
        <w:rPr>
          <w:color w:val="575757" w:themeColor="accent1"/>
          <w:lang w:val="nl-NL"/>
        </w:rPr>
        <w:t>Lopend project</w:t>
      </w:r>
      <w:r w:rsidRPr="00255B9D">
        <w:rPr>
          <w:color w:val="575757" w:themeColor="accent1"/>
          <w:lang w:val="nl-NL"/>
        </w:rPr>
        <w:t>_____________________________</w:t>
      </w:r>
    </w:p>
    <w:p w14:paraId="59F7FD98" w14:textId="4D74FF1C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Is de structuur van het plan van aanpak gevolgd?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="00553362" w:rsidRPr="000833ED">
        <w:rPr>
          <w:rFonts w:ascii="Segoe UI Symbol" w:hAnsi="Segoe UI Symbol" w:cs="Segoe UI Symbol"/>
          <w:color w:val="545454"/>
          <w:shd w:val="clear" w:color="auto" w:fill="FFFFFF"/>
          <w:lang w:val="nl-NL"/>
        </w:rPr>
        <w:t>☑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</w:p>
    <w:p w14:paraId="19C88BDC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 xml:space="preserve">Zo nee, </w:t>
      </w:r>
      <w:r>
        <w:rPr>
          <w:color w:val="575757" w:themeColor="accent1"/>
          <w:lang w:val="nl-NL"/>
        </w:rPr>
        <w:t xml:space="preserve">waardoor is deze structuur niet aangehouden en </w:t>
      </w:r>
    </w:p>
    <w:p w14:paraId="3DAA3005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met wie is dit besproken.</w:t>
      </w:r>
    </w:p>
    <w:p w14:paraId="4500F307" w14:textId="556C33AD" w:rsidR="00B82E5C" w:rsidRPr="00255B9D" w:rsidRDefault="000C3052" w:rsidP="000C3052">
      <w:pPr>
        <w:pStyle w:val="Geenafstand"/>
        <w:spacing w:line="360" w:lineRule="auto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______________________________</w:t>
      </w:r>
      <w:r w:rsidR="00553362">
        <w:rPr>
          <w:color w:val="575757" w:themeColor="accent1"/>
          <w:lang w:val="nl-NL"/>
        </w:rPr>
        <w:t>Ja</w:t>
      </w:r>
      <w:r w:rsidRPr="00255B9D">
        <w:rPr>
          <w:color w:val="575757" w:themeColor="accent1"/>
          <w:lang w:val="nl-NL"/>
        </w:rPr>
        <w:t>________________________________________</w:t>
      </w:r>
    </w:p>
    <w:p w14:paraId="50782AC2" w14:textId="6B36EB79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Is het project binnen de tijdsduur afgerond?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="00553362" w:rsidRPr="000833ED">
        <w:rPr>
          <w:rFonts w:ascii="Segoe UI Symbol" w:hAnsi="Segoe UI Symbol" w:cs="Segoe UI Symbol"/>
          <w:color w:val="545454"/>
          <w:shd w:val="clear" w:color="auto" w:fill="FFFFFF"/>
          <w:lang w:val="nl-NL"/>
        </w:rPr>
        <w:t>☑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</w:p>
    <w:p w14:paraId="2D0D3ECD" w14:textId="77777777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 xml:space="preserve">Zo nee, </w:t>
      </w:r>
      <w:r>
        <w:rPr>
          <w:color w:val="575757" w:themeColor="accent1"/>
          <w:lang w:val="nl-NL"/>
        </w:rPr>
        <w:t>waardoor is er niet aan de tijdsduur voldaan?</w:t>
      </w:r>
    </w:p>
    <w:p w14:paraId="702F0EA5" w14:textId="3B5B9DAD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______________________________</w:t>
      </w:r>
      <w:r w:rsidR="00553362">
        <w:rPr>
          <w:color w:val="575757" w:themeColor="accent1"/>
          <w:lang w:val="nl-NL"/>
        </w:rPr>
        <w:t>Ja</w:t>
      </w:r>
      <w:r w:rsidRPr="00255B9D">
        <w:rPr>
          <w:color w:val="575757" w:themeColor="accent1"/>
          <w:lang w:val="nl-NL"/>
        </w:rPr>
        <w:t>_________________________________________</w:t>
      </w:r>
    </w:p>
    <w:p w14:paraId="5851B76B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Overige toelichting:</w:t>
      </w:r>
    </w:p>
    <w:p w14:paraId="51F657DD" w14:textId="77777777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_______________________________________________________________________</w:t>
      </w:r>
    </w:p>
    <w:p w14:paraId="7BDB0B00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04C643A6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02DB3B69" w14:textId="77777777" w:rsidR="000C3052" w:rsidRDefault="000C3052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58364AD" w14:textId="6BB951E0" w:rsidR="00255B9D" w:rsidRPr="00255B9D" w:rsidRDefault="00732FD9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  <w:r>
        <w:rPr>
          <w:rFonts w:cs="Tahoma"/>
          <w:color w:val="575757" w:themeColor="accent1"/>
          <w:sz w:val="20"/>
          <w:szCs w:val="18"/>
          <w:lang w:val="nl-NL"/>
        </w:rPr>
        <w:t>Naar waarheid ingevuld,</w:t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 w:rsidR="00255B9D" w:rsidRPr="00255B9D">
        <w:rPr>
          <w:rFonts w:cs="Tahoma"/>
          <w:color w:val="575757" w:themeColor="accent1"/>
          <w:sz w:val="20"/>
          <w:szCs w:val="18"/>
          <w:lang w:val="nl-NL"/>
        </w:rPr>
        <w:t>Datum:</w:t>
      </w:r>
      <w:r w:rsidR="00255B9D" w:rsidRPr="00255B9D">
        <w:rPr>
          <w:rFonts w:cs="Tahoma"/>
          <w:color w:val="575757" w:themeColor="accent1"/>
          <w:sz w:val="20"/>
          <w:szCs w:val="18"/>
          <w:lang w:val="nl-NL"/>
        </w:rPr>
        <w:tab/>
      </w:r>
      <w:r w:rsidR="00241D1F">
        <w:rPr>
          <w:rFonts w:cs="Tahoma"/>
          <w:color w:val="575757" w:themeColor="accent1"/>
          <w:sz w:val="20"/>
          <w:szCs w:val="18"/>
          <w:lang w:val="nl-NL"/>
        </w:rPr>
        <w:t>20</w:t>
      </w:r>
      <w:r w:rsidR="00553362">
        <w:rPr>
          <w:rFonts w:cs="Tahoma"/>
          <w:color w:val="575757" w:themeColor="accent1"/>
          <w:sz w:val="20"/>
          <w:szCs w:val="18"/>
          <w:lang w:val="nl-NL"/>
        </w:rPr>
        <w:t>-0</w:t>
      </w:r>
      <w:r w:rsidR="00DC34E4">
        <w:rPr>
          <w:rFonts w:cs="Tahoma"/>
          <w:color w:val="575757" w:themeColor="accent1"/>
          <w:sz w:val="20"/>
          <w:szCs w:val="18"/>
          <w:lang w:val="nl-NL"/>
        </w:rPr>
        <w:t>8</w:t>
      </w:r>
      <w:r w:rsidR="00553362">
        <w:rPr>
          <w:rFonts w:cs="Tahoma"/>
          <w:color w:val="575757" w:themeColor="accent1"/>
          <w:sz w:val="20"/>
          <w:szCs w:val="18"/>
          <w:lang w:val="nl-NL"/>
        </w:rPr>
        <w:t>-2019</w:t>
      </w:r>
      <w:r w:rsidR="00255B9D" w:rsidRPr="00255B9D">
        <w:rPr>
          <w:rFonts w:cs="Tahoma"/>
          <w:color w:val="575757" w:themeColor="accent1"/>
          <w:sz w:val="20"/>
          <w:szCs w:val="18"/>
          <w:lang w:val="nl-NL"/>
        </w:rPr>
        <w:t>________________</w:t>
      </w:r>
    </w:p>
    <w:p w14:paraId="0CBA1F1C" w14:textId="77777777" w:rsidR="00B678CC" w:rsidRDefault="00B678CC" w:rsidP="004B34DB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B483BFA" w14:textId="77777777" w:rsidR="00B678CC" w:rsidRDefault="00B678CC" w:rsidP="004B34DB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D31D89B" w14:textId="1E7F00AA" w:rsidR="00255B9D" w:rsidRPr="004B34DB" w:rsidRDefault="00255B9D" w:rsidP="004B34DB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  <w:r w:rsidRPr="00255B9D">
        <w:rPr>
          <w:rFonts w:cs="Tahoma"/>
          <w:color w:val="575757" w:themeColor="accent1"/>
          <w:sz w:val="20"/>
          <w:szCs w:val="18"/>
          <w:lang w:val="nl-NL"/>
        </w:rPr>
        <w:t xml:space="preserve">Naam controleur: </w:t>
      </w:r>
      <w:r w:rsidR="00553362">
        <w:rPr>
          <w:rFonts w:cs="Tahoma"/>
          <w:color w:val="575757" w:themeColor="accent1"/>
          <w:sz w:val="20"/>
          <w:szCs w:val="18"/>
          <w:lang w:val="nl-NL"/>
        </w:rPr>
        <w:t>Yarin Meessen</w:t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>______</w:t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ab/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ab/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ab/>
      </w:r>
      <w:r w:rsidRPr="00255B9D">
        <w:rPr>
          <w:rFonts w:cs="Tahoma"/>
          <w:color w:val="575757" w:themeColor="accent1"/>
          <w:sz w:val="20"/>
          <w:szCs w:val="18"/>
          <w:lang w:val="nl-NL"/>
        </w:rPr>
        <w:t>Handtekening: ______________</w:t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>______</w:t>
      </w:r>
    </w:p>
    <w:sectPr w:rsidR="00255B9D" w:rsidRPr="004B34DB" w:rsidSect="00C60F0C">
      <w:headerReference w:type="default" r:id="rId8"/>
      <w:footerReference w:type="default" r:id="rId9"/>
      <w:footerReference w:type="first" r:id="rId10"/>
      <w:pgSz w:w="11907" w:h="16840" w:code="9"/>
      <w:pgMar w:top="1418" w:right="1418" w:bottom="2268" w:left="1418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5A995" w14:textId="77777777" w:rsidR="00DE6D9E" w:rsidRDefault="00DE6D9E">
      <w:r>
        <w:separator/>
      </w:r>
    </w:p>
    <w:p w14:paraId="6B87ABEB" w14:textId="77777777" w:rsidR="00DE6D9E" w:rsidRDefault="00DE6D9E"/>
  </w:endnote>
  <w:endnote w:type="continuationSeparator" w:id="0">
    <w:p w14:paraId="4B67C742" w14:textId="77777777" w:rsidR="00DE6D9E" w:rsidRDefault="00DE6D9E">
      <w:r>
        <w:continuationSeparator/>
      </w:r>
    </w:p>
    <w:p w14:paraId="67540DD5" w14:textId="77777777" w:rsidR="00DE6D9E" w:rsidRDefault="00DE6D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utura Com Book">
    <w:panose1 w:val="0200050403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4535"/>
      <w:gridCol w:w="4536"/>
    </w:tblGrid>
    <w:tr w:rsidR="00C635D6" w:rsidRPr="00C635D6" w14:paraId="613ABEBE" w14:textId="77777777" w:rsidTr="009317CD">
      <w:tc>
        <w:tcPr>
          <w:tcW w:w="2500" w:type="pct"/>
          <w:shd w:val="clear" w:color="auto" w:fill="auto"/>
        </w:tcPr>
        <w:p w14:paraId="2233F60D" w14:textId="77777777" w:rsidR="001E21E7" w:rsidRPr="0016737A" w:rsidRDefault="007C1404" w:rsidP="00357BBB">
          <w:pPr>
            <w:pStyle w:val="cdcfooter-url"/>
          </w:pPr>
          <w:r w:rsidRPr="0016737A">
            <w:t>www.cadac.com</w:t>
          </w:r>
        </w:p>
      </w:tc>
      <w:tc>
        <w:tcPr>
          <w:tcW w:w="2500" w:type="pct"/>
          <w:shd w:val="clear" w:color="auto" w:fill="auto"/>
        </w:tcPr>
        <w:p w14:paraId="3E731D60" w14:textId="77777777" w:rsidR="001E21E7" w:rsidRPr="00C635D6" w:rsidRDefault="00C635D6" w:rsidP="00357BBB">
          <w:pPr>
            <w:pStyle w:val="cdcfooter-pagenumber"/>
            <w:rPr>
              <w:szCs w:val="16"/>
            </w:rPr>
          </w:pPr>
          <w:r>
            <w:t xml:space="preserve">|  </w:t>
          </w:r>
          <w:r w:rsidR="001E21E7" w:rsidRPr="00C635D6">
            <w:fldChar w:fldCharType="begin"/>
          </w:r>
          <w:r w:rsidR="001E21E7" w:rsidRPr="00C635D6">
            <w:instrText xml:space="preserve"> PAGE </w:instrText>
          </w:r>
          <w:r w:rsidR="001E21E7" w:rsidRPr="00C635D6">
            <w:fldChar w:fldCharType="separate"/>
          </w:r>
          <w:r w:rsidR="002B76A6">
            <w:rPr>
              <w:noProof/>
            </w:rPr>
            <w:t>2</w:t>
          </w:r>
          <w:r w:rsidR="001E21E7" w:rsidRPr="00C635D6">
            <w:fldChar w:fldCharType="end"/>
          </w:r>
        </w:p>
      </w:tc>
    </w:tr>
  </w:tbl>
  <w:p w14:paraId="25B47B2E" w14:textId="77777777" w:rsidR="005319C5" w:rsidRDefault="00850EC3">
    <w:r>
      <w:rPr>
        <w:noProof/>
        <w:lang w:eastAsia="nl-NL"/>
      </w:rPr>
      <w:drawing>
        <wp:anchor distT="0" distB="0" distL="114300" distR="114300" simplePos="0" relativeHeight="251672576" behindDoc="1" locked="0" layoutInCell="1" allowOverlap="1" wp14:anchorId="2B92139D" wp14:editId="1E073DC3">
          <wp:simplePos x="0" y="0"/>
          <wp:positionH relativeFrom="column">
            <wp:posOffset>3878580</wp:posOffset>
          </wp:positionH>
          <wp:positionV relativeFrom="paragraph">
            <wp:posOffset>-390525</wp:posOffset>
          </wp:positionV>
          <wp:extent cx="1322070" cy="288925"/>
          <wp:effectExtent l="0" t="0" r="0" b="0"/>
          <wp:wrapNone/>
          <wp:docPr id="8" name="Picture 31" descr="cadac-group-logo-1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cadac-group-logo-10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070" cy="288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5ED50" w14:textId="77777777" w:rsidR="007D184B" w:rsidRPr="00564A27" w:rsidRDefault="0080743C" w:rsidP="001921CC">
    <w:pPr>
      <w:tabs>
        <w:tab w:val="left" w:pos="1350"/>
      </w:tabs>
      <w:rPr>
        <w:lang w:val="en-GB"/>
      </w:rPr>
    </w:pPr>
    <w:r w:rsidRPr="0080743C">
      <w:rPr>
        <w:noProof/>
        <w:lang w:eastAsia="nl-NL"/>
      </w:rPr>
      <mc:AlternateContent>
        <mc:Choice Requires="wps">
          <w:drawing>
            <wp:anchor distT="45720" distB="45720" distL="114300" distR="114300" simplePos="0" relativeHeight="251682816" behindDoc="1" locked="0" layoutInCell="1" allowOverlap="1" wp14:anchorId="16D91F82" wp14:editId="229A8483">
              <wp:simplePos x="0" y="0"/>
              <wp:positionH relativeFrom="column">
                <wp:posOffset>-133350</wp:posOffset>
              </wp:positionH>
              <wp:positionV relativeFrom="page">
                <wp:posOffset>10010775</wp:posOffset>
              </wp:positionV>
              <wp:extent cx="3705225" cy="290830"/>
              <wp:effectExtent l="0" t="0" r="9525" b="1016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05225" cy="2908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9EA0AA" w14:textId="77777777" w:rsidR="0080743C" w:rsidRPr="0080743C" w:rsidRDefault="0080743C" w:rsidP="00700835">
                          <w:pPr>
                            <w:pStyle w:val="cdcslogan"/>
                          </w:pPr>
                          <w:r w:rsidRPr="0080743C">
                            <w:t>Create, manage &amp; share digital design information</w:t>
                          </w:r>
                          <w:r w:rsidR="00700835"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6D91F8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10.5pt;margin-top:788.25pt;width:291.75pt;height:22.9pt;z-index:-2516336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" filled="f" stroked="f">
              <v:textbox style="mso-fit-shape-to-text:t" inset="0,0,0,0">
                <w:txbxContent>
                  <w:p w14:paraId="709EA0AA" w14:textId="77777777" w:rsidR="0080743C" w:rsidRPr="0080743C" w:rsidRDefault="0080743C" w:rsidP="00700835">
                    <w:pPr>
                      <w:pStyle w:val="cdcslogan"/>
                    </w:pPr>
                    <w:r w:rsidRPr="0080743C">
                      <w:t>Create, manage &amp; share digital design information</w:t>
                    </w:r>
                    <w:r w:rsidR="00700835">
                      <w:t>.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nl-NL"/>
      </w:rPr>
      <w:drawing>
        <wp:anchor distT="0" distB="0" distL="114300" distR="114300" simplePos="0" relativeHeight="251662336" behindDoc="1" locked="0" layoutInCell="1" allowOverlap="1" wp14:anchorId="1CDA579B" wp14:editId="7F5F89C1">
          <wp:simplePos x="0" y="0"/>
          <wp:positionH relativeFrom="page">
            <wp:posOffset>4788535</wp:posOffset>
          </wp:positionH>
          <wp:positionV relativeFrom="page">
            <wp:posOffset>9775190</wp:posOffset>
          </wp:positionV>
          <wp:extent cx="2109600" cy="460800"/>
          <wp:effectExtent l="0" t="0" r="5080" b="0"/>
          <wp:wrapNone/>
          <wp:docPr id="9" name="Picture 192" descr="cadac-group-logo-1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adac-group-logo-10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9600" cy="46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4355E" w14:textId="77777777" w:rsidR="00DE6D9E" w:rsidRDefault="00DE6D9E">
      <w:r>
        <w:separator/>
      </w:r>
    </w:p>
    <w:p w14:paraId="09303650" w14:textId="77777777" w:rsidR="00DE6D9E" w:rsidRDefault="00DE6D9E"/>
  </w:footnote>
  <w:footnote w:type="continuationSeparator" w:id="0">
    <w:p w14:paraId="34202AC2" w14:textId="77777777" w:rsidR="00DE6D9E" w:rsidRDefault="00DE6D9E">
      <w:r>
        <w:continuationSeparator/>
      </w:r>
    </w:p>
    <w:p w14:paraId="511516F0" w14:textId="77777777" w:rsidR="00DE6D9E" w:rsidRDefault="00DE6D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E7CA6" w14:textId="77777777" w:rsidR="00BA5042" w:rsidRDefault="00850EC3"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2096" behindDoc="0" locked="1" layoutInCell="1" allowOverlap="1" wp14:anchorId="40C3F892" wp14:editId="3923C039">
              <wp:simplePos x="0" y="0"/>
              <wp:positionH relativeFrom="column">
                <wp:posOffset>2895600</wp:posOffset>
              </wp:positionH>
              <wp:positionV relativeFrom="page">
                <wp:posOffset>389890</wp:posOffset>
              </wp:positionV>
              <wp:extent cx="3780155" cy="323850"/>
              <wp:effectExtent l="0" t="0" r="0" b="635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015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28D4AA" w14:textId="77777777" w:rsidR="00BE2A15" w:rsidRPr="00BE2A15" w:rsidRDefault="00BE2A15" w:rsidP="00BE2A15">
                          <w:pPr>
                            <w:rPr>
                              <w:b/>
                              <w:color w:val="FFFFFF"/>
                              <w:szCs w:val="18"/>
                            </w:rPr>
                          </w:pPr>
                          <w:r w:rsidRPr="00BE2A15">
                            <w:rPr>
                              <w:rFonts w:ascii="Arial" w:hAnsi="Arial"/>
                              <w:b/>
                              <w:color w:val="FFFFFF"/>
                              <w:szCs w:val="18"/>
                            </w:rPr>
                            <w:t xml:space="preserve">► </w:t>
                          </w:r>
                          <w:r w:rsidRPr="00BE2A15">
                            <w:rPr>
                              <w:b/>
                              <w:color w:val="FFFFFF"/>
                              <w:szCs w:val="18"/>
                            </w:rPr>
                            <w:t>www.cadac.com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C3F89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228pt;margin-top:30.7pt;width:297.65pt;height:25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" filled="f" stroked="f">
              <v:textbox inset="0,0,0,0">
                <w:txbxContent>
                  <w:p w14:paraId="0328D4AA" w14:textId="77777777" w:rsidR="00BE2A15" w:rsidRPr="00BE2A15" w:rsidRDefault="00BE2A15" w:rsidP="00BE2A15">
                    <w:pPr>
                      <w:rPr>
                        <w:b/>
                        <w:color w:val="FFFFFF"/>
                        <w:szCs w:val="18"/>
                      </w:rPr>
                    </w:pPr>
                    <w:r w:rsidRPr="00BE2A15">
                      <w:rPr>
                        <w:rFonts w:ascii="Arial" w:hAnsi="Arial"/>
                        <w:b/>
                        <w:color w:val="FFFFFF"/>
                        <w:szCs w:val="18"/>
                      </w:rPr>
                      <w:t xml:space="preserve">► </w:t>
                    </w:r>
                    <w:r w:rsidRPr="00BE2A15">
                      <w:rPr>
                        <w:b/>
                        <w:color w:val="FFFFFF"/>
                        <w:szCs w:val="18"/>
                      </w:rPr>
                      <w:t>www.cadac.com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E8407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0C0C3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C8BD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AC37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AF2D4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6CA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4BC9B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B26C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4CE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BA6FC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AB6F9D"/>
    <w:multiLevelType w:val="multilevel"/>
    <w:tmpl w:val="0BD69544"/>
    <w:numStyleLink w:val="UL"/>
  </w:abstractNum>
  <w:abstractNum w:abstractNumId="11" w15:restartNumberingAfterBreak="0">
    <w:nsid w:val="0C4431CC"/>
    <w:multiLevelType w:val="multilevel"/>
    <w:tmpl w:val="4FC0F714"/>
    <w:numStyleLink w:val="Numbered"/>
  </w:abstractNum>
  <w:abstractNum w:abstractNumId="12" w15:restartNumberingAfterBreak="0">
    <w:nsid w:val="0E4E7396"/>
    <w:multiLevelType w:val="multilevel"/>
    <w:tmpl w:val="4FC0F714"/>
    <w:styleLink w:val="Numbered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Calibri" w:hAnsi="Calibri" w:hint="default"/>
      </w:rPr>
    </w:lvl>
    <w:lvl w:ilvl="5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Calibri" w:hAnsi="Calibri" w:hint="default"/>
      </w:rPr>
    </w:lvl>
    <w:lvl w:ilvl="6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Calibri" w:hAnsi="Calibri" w:hint="default"/>
      </w:rPr>
    </w:lvl>
    <w:lvl w:ilvl="7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Calibri" w:hAnsi="Calibri" w:hint="default"/>
      </w:rPr>
    </w:lvl>
    <w:lvl w:ilvl="8">
      <w:start w:val="1"/>
      <w:numFmt w:val="bullet"/>
      <w:lvlText w:val="-"/>
      <w:lvlJc w:val="left"/>
      <w:pPr>
        <w:tabs>
          <w:tab w:val="num" w:pos="2835"/>
        </w:tabs>
        <w:ind w:left="2835" w:hanging="283"/>
      </w:pPr>
      <w:rPr>
        <w:rFonts w:ascii="Calibri" w:hAnsi="Calibri" w:hint="default"/>
      </w:rPr>
    </w:lvl>
  </w:abstractNum>
  <w:abstractNum w:abstractNumId="13" w15:restartNumberingAfterBreak="0">
    <w:nsid w:val="11730D7D"/>
    <w:multiLevelType w:val="hybridMultilevel"/>
    <w:tmpl w:val="332C90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CD4EAE"/>
    <w:multiLevelType w:val="multilevel"/>
    <w:tmpl w:val="DCA07BC4"/>
    <w:lvl w:ilvl="0">
      <w:start w:val="1"/>
      <w:numFmt w:val="decimal"/>
      <w:lvlText w:val="%1."/>
      <w:lvlJc w:val="left"/>
      <w:pPr>
        <w:ind w:left="720" w:hanging="360"/>
      </w:pPr>
      <w:rPr>
        <w:rFonts w:ascii="Futura Com Book" w:hAnsi="Futura Com Book"/>
        <w:color w:val="575757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B7802"/>
    <w:multiLevelType w:val="hybridMultilevel"/>
    <w:tmpl w:val="481CD9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A4412B"/>
    <w:multiLevelType w:val="multilevel"/>
    <w:tmpl w:val="DCA07BC4"/>
    <w:styleLink w:val="OL"/>
    <w:lvl w:ilvl="0">
      <w:start w:val="1"/>
      <w:numFmt w:val="decimal"/>
      <w:lvlText w:val="%1."/>
      <w:lvlJc w:val="left"/>
      <w:pPr>
        <w:ind w:left="720" w:hanging="360"/>
      </w:pPr>
      <w:rPr>
        <w:rFonts w:ascii="Futura Com Book" w:hAnsi="Futura Com Book"/>
        <w:b w:val="0"/>
        <w:color w:val="91004B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Futura Com Book" w:hAnsi="Futura Com Book"/>
        <w:color w:val="91004B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Futura Com Book" w:hAnsi="Futura Com Book"/>
        <w:color w:val="91004B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Futura Com Book" w:hAnsi="Futura Com Book"/>
        <w:color w:val="91004B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Futura Com Book" w:hAnsi="Futura Com Book"/>
        <w:color w:val="91004B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Futura Com Book" w:hAnsi="Futura Com Book"/>
        <w:color w:val="91004B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Futura Com Book" w:hAnsi="Futura Com Book"/>
        <w:color w:val="91004B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Futura Com Book" w:hAnsi="Futura Com Book"/>
        <w:color w:val="91004B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Futura Com Book" w:hAnsi="Futura Com Book"/>
        <w:color w:val="91004B"/>
      </w:rPr>
    </w:lvl>
  </w:abstractNum>
  <w:abstractNum w:abstractNumId="17" w15:restartNumberingAfterBreak="0">
    <w:nsid w:val="1C577E4D"/>
    <w:multiLevelType w:val="multilevel"/>
    <w:tmpl w:val="1602C1D0"/>
    <w:styleLink w:val="StyleBulleted"/>
    <w:lvl w:ilvl="0">
      <w:start w:val="1"/>
      <w:numFmt w:val="bullet"/>
      <w:lvlText w:val="■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283"/>
      </w:pPr>
      <w:rPr>
        <w:rFonts w:ascii="Calibri" w:hAnsi="Calibri" w:hint="default"/>
        <w:sz w:val="20"/>
      </w:rPr>
    </w:lvl>
    <w:lvl w:ilvl="2">
      <w:start w:val="1"/>
      <w:numFmt w:val="bullet"/>
      <w:lvlText w:val="-"/>
      <w:lvlJc w:val="left"/>
      <w:pPr>
        <w:tabs>
          <w:tab w:val="num" w:pos="1135"/>
        </w:tabs>
        <w:ind w:left="1135" w:hanging="284"/>
      </w:pPr>
      <w:rPr>
        <w:rFonts w:ascii="Calibri" w:hAnsi="Calibri" w:hint="default"/>
        <w:sz w:val="20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283"/>
      </w:pPr>
      <w:rPr>
        <w:rFonts w:ascii="Calibri" w:hAnsi="Calibri" w:hint="default"/>
        <w:sz w:val="20"/>
      </w:rPr>
    </w:lvl>
    <w:lvl w:ilvl="4">
      <w:start w:val="1"/>
      <w:numFmt w:val="bullet"/>
      <w:lvlText w:val="-"/>
      <w:lvlJc w:val="left"/>
      <w:pPr>
        <w:tabs>
          <w:tab w:val="num" w:pos="1702"/>
        </w:tabs>
        <w:ind w:left="1702" w:hanging="284"/>
      </w:pPr>
      <w:rPr>
        <w:rFonts w:ascii="Calibri" w:hAnsi="Calibri" w:hint="default"/>
        <w:sz w:val="20"/>
      </w:rPr>
    </w:lvl>
    <w:lvl w:ilvl="5">
      <w:start w:val="1"/>
      <w:numFmt w:val="bullet"/>
      <w:lvlText w:val="-"/>
      <w:lvlJc w:val="left"/>
      <w:pPr>
        <w:tabs>
          <w:tab w:val="num" w:pos="1985"/>
        </w:tabs>
        <w:ind w:left="1985" w:hanging="283"/>
      </w:pPr>
      <w:rPr>
        <w:rFonts w:ascii="Calibri" w:hAnsi="Calibri" w:hint="default"/>
        <w:sz w:val="20"/>
      </w:rPr>
    </w:lvl>
    <w:lvl w:ilvl="6">
      <w:start w:val="1"/>
      <w:numFmt w:val="bullet"/>
      <w:lvlText w:val="-"/>
      <w:lvlJc w:val="left"/>
      <w:pPr>
        <w:tabs>
          <w:tab w:val="num" w:pos="2269"/>
        </w:tabs>
        <w:ind w:left="2269" w:hanging="284"/>
      </w:pPr>
      <w:rPr>
        <w:rFonts w:ascii="Calibri" w:hAnsi="Calibri" w:hint="default"/>
        <w:sz w:val="20"/>
      </w:rPr>
    </w:lvl>
    <w:lvl w:ilvl="7">
      <w:start w:val="1"/>
      <w:numFmt w:val="bullet"/>
      <w:lvlText w:val="-"/>
      <w:lvlJc w:val="left"/>
      <w:pPr>
        <w:tabs>
          <w:tab w:val="num" w:pos="2552"/>
        </w:tabs>
        <w:ind w:left="2552" w:hanging="283"/>
      </w:pPr>
      <w:rPr>
        <w:rFonts w:ascii="Calibri" w:hAnsi="Calibri" w:hint="default"/>
        <w:sz w:val="20"/>
      </w:rPr>
    </w:lvl>
    <w:lvl w:ilvl="8">
      <w:start w:val="1"/>
      <w:numFmt w:val="bullet"/>
      <w:lvlText w:val="-"/>
      <w:lvlJc w:val="left"/>
      <w:pPr>
        <w:tabs>
          <w:tab w:val="num" w:pos="2836"/>
        </w:tabs>
        <w:ind w:left="2836" w:hanging="284"/>
      </w:pPr>
      <w:rPr>
        <w:rFonts w:ascii="Calibri" w:hAnsi="Calibri" w:hint="default"/>
        <w:sz w:val="20"/>
      </w:rPr>
    </w:lvl>
  </w:abstractNum>
  <w:abstractNum w:abstractNumId="18" w15:restartNumberingAfterBreak="0">
    <w:nsid w:val="207B3778"/>
    <w:multiLevelType w:val="hybridMultilevel"/>
    <w:tmpl w:val="58D0BE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2F6D15"/>
    <w:multiLevelType w:val="multilevel"/>
    <w:tmpl w:val="0BD69544"/>
    <w:styleLink w:val="UL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1004B"/>
        <w:sz w:val="24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cs="Courier New" w:hint="default"/>
        <w:color w:val="000000" w:themeColor="text1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Courier New" w:hint="default"/>
        <w:color w:val="808080" w:themeColor="background1" w:themeShade="80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4D52F6"/>
    <w:multiLevelType w:val="multilevel"/>
    <w:tmpl w:val="0BD69544"/>
    <w:numStyleLink w:val="UL"/>
  </w:abstractNum>
  <w:abstractNum w:abstractNumId="21" w15:restartNumberingAfterBreak="0">
    <w:nsid w:val="37D47FB0"/>
    <w:multiLevelType w:val="multilevel"/>
    <w:tmpl w:val="1602C1D0"/>
    <w:numStyleLink w:val="StyleBulleted"/>
  </w:abstractNum>
  <w:abstractNum w:abstractNumId="22" w15:restartNumberingAfterBreak="0">
    <w:nsid w:val="3BAA2881"/>
    <w:multiLevelType w:val="multilevel"/>
    <w:tmpl w:val="DCA07BC4"/>
    <w:styleLink w:val="StyleNumberedLeft063cmHanging063cm"/>
    <w:lvl w:ilvl="0">
      <w:start w:val="1"/>
      <w:numFmt w:val="decimal"/>
      <w:lvlText w:val="%1."/>
      <w:lvlJc w:val="left"/>
      <w:pPr>
        <w:ind w:left="720" w:hanging="360"/>
      </w:pPr>
      <w:rPr>
        <w:rFonts w:ascii="Futura Com Book" w:hAnsi="Futura Com Book"/>
        <w:color w:val="91004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F81D23"/>
    <w:multiLevelType w:val="hybridMultilevel"/>
    <w:tmpl w:val="8700AA48"/>
    <w:lvl w:ilvl="0" w:tplc="5FE8B042">
      <w:numFmt w:val="bullet"/>
      <w:lvlText w:val="-"/>
      <w:lvlJc w:val="left"/>
      <w:pPr>
        <w:ind w:left="1080" w:hanging="360"/>
      </w:pPr>
      <w:rPr>
        <w:rFonts w:ascii="Futura Com Book" w:eastAsiaTheme="minorHAnsi" w:hAnsi="Futura Com Book" w:cstheme="minorBidi" w:hint="default"/>
        <w:b w:val="0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65C3F2C"/>
    <w:multiLevelType w:val="multilevel"/>
    <w:tmpl w:val="1602C1D0"/>
    <w:numStyleLink w:val="StyleBulleted"/>
  </w:abstractNum>
  <w:abstractNum w:abstractNumId="25" w15:restartNumberingAfterBreak="0">
    <w:nsid w:val="59AD16F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B7B4450"/>
    <w:multiLevelType w:val="hybridMultilevel"/>
    <w:tmpl w:val="DCA07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9E524B"/>
    <w:multiLevelType w:val="multilevel"/>
    <w:tmpl w:val="1602C1D0"/>
    <w:numStyleLink w:val="StyleBulleted"/>
  </w:abstractNum>
  <w:abstractNum w:abstractNumId="28" w15:restartNumberingAfterBreak="0">
    <w:nsid w:val="5EB174FE"/>
    <w:multiLevelType w:val="hybridMultilevel"/>
    <w:tmpl w:val="B1B4DF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4B36FF"/>
    <w:multiLevelType w:val="multilevel"/>
    <w:tmpl w:val="1602C1D0"/>
    <w:numStyleLink w:val="StyleBulleted"/>
  </w:abstractNum>
  <w:abstractNum w:abstractNumId="30" w15:restartNumberingAfterBreak="0">
    <w:nsid w:val="61BA6B6B"/>
    <w:multiLevelType w:val="hybridMultilevel"/>
    <w:tmpl w:val="6B74DA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22BCE"/>
    <w:multiLevelType w:val="hybridMultilevel"/>
    <w:tmpl w:val="97F0465A"/>
    <w:lvl w:ilvl="0" w:tplc="CCDA4F04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C3279A"/>
    <w:multiLevelType w:val="hybridMultilevel"/>
    <w:tmpl w:val="D5D4BB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D83385"/>
    <w:multiLevelType w:val="multilevel"/>
    <w:tmpl w:val="4FC0F714"/>
    <w:numStyleLink w:val="Numbered"/>
  </w:abstractNum>
  <w:abstractNum w:abstractNumId="34" w15:restartNumberingAfterBreak="0">
    <w:nsid w:val="688B5909"/>
    <w:multiLevelType w:val="hybridMultilevel"/>
    <w:tmpl w:val="0BD69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9C2B00"/>
    <w:multiLevelType w:val="multilevel"/>
    <w:tmpl w:val="0BD69544"/>
    <w:numStyleLink w:val="UL"/>
  </w:abstractNum>
  <w:abstractNum w:abstractNumId="36" w15:restartNumberingAfterBreak="0">
    <w:nsid w:val="6CDD3AF9"/>
    <w:multiLevelType w:val="multilevel"/>
    <w:tmpl w:val="9014ED0C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25"/>
  </w:num>
  <w:num w:numId="13">
    <w:abstractNumId w:val="15"/>
  </w:num>
  <w:num w:numId="14">
    <w:abstractNumId w:val="13"/>
  </w:num>
  <w:num w:numId="15">
    <w:abstractNumId w:val="18"/>
  </w:num>
  <w:num w:numId="16">
    <w:abstractNumId w:val="33"/>
  </w:num>
  <w:num w:numId="17">
    <w:abstractNumId w:val="36"/>
  </w:num>
  <w:num w:numId="18">
    <w:abstractNumId w:val="12"/>
  </w:num>
  <w:num w:numId="19">
    <w:abstractNumId w:val="11"/>
  </w:num>
  <w:num w:numId="20">
    <w:abstractNumId w:val="31"/>
  </w:num>
  <w:num w:numId="21">
    <w:abstractNumId w:val="17"/>
  </w:num>
  <w:num w:numId="22">
    <w:abstractNumId w:val="27"/>
  </w:num>
  <w:num w:numId="23">
    <w:abstractNumId w:val="24"/>
  </w:num>
  <w:num w:numId="24">
    <w:abstractNumId w:val="21"/>
  </w:num>
  <w:num w:numId="25">
    <w:abstractNumId w:val="29"/>
  </w:num>
  <w:num w:numId="26">
    <w:abstractNumId w:val="26"/>
  </w:num>
  <w:num w:numId="27">
    <w:abstractNumId w:val="34"/>
  </w:num>
  <w:num w:numId="28">
    <w:abstractNumId w:val="19"/>
  </w:num>
  <w:num w:numId="29">
    <w:abstractNumId w:val="10"/>
  </w:num>
  <w:num w:numId="30">
    <w:abstractNumId w:val="20"/>
  </w:num>
  <w:num w:numId="31">
    <w:abstractNumId w:val="35"/>
  </w:num>
  <w:num w:numId="32">
    <w:abstractNumId w:val="16"/>
  </w:num>
  <w:num w:numId="33">
    <w:abstractNumId w:val="22"/>
  </w:num>
  <w:num w:numId="34">
    <w:abstractNumId w:val="14"/>
  </w:num>
  <w:num w:numId="35">
    <w:abstractNumId w:val="32"/>
  </w:num>
  <w:num w:numId="36">
    <w:abstractNumId w:val="30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57"/>
  <w:noPunctuationKerning/>
  <w:characterSpacingControl w:val="doNotCompress"/>
  <w:hdrShapeDefaults>
    <o:shapedefaults v:ext="edit" spidmax="49153">
      <o:colormru v:ext="edit" colors="#003851,#004694,#10204d,#ae0055,black,#a90050,#91004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_SHOW_COMMANDBAR" w:val="False"/>
    <w:docVar w:name="DOC_SHOW_HYPERLINKS" w:val="False"/>
    <w:docVar w:name="IN_MANUAL_SAVE" w:val="TRUE"/>
    <w:docVar w:name="TEMPLATE_VERSION" w:val="1.02"/>
  </w:docVars>
  <w:rsids>
    <w:rsidRoot w:val="00DE6D9E"/>
    <w:rsid w:val="00001067"/>
    <w:rsid w:val="000076F6"/>
    <w:rsid w:val="00010609"/>
    <w:rsid w:val="000155EE"/>
    <w:rsid w:val="000262DB"/>
    <w:rsid w:val="00030894"/>
    <w:rsid w:val="000416E2"/>
    <w:rsid w:val="0004625C"/>
    <w:rsid w:val="00052B9E"/>
    <w:rsid w:val="00060C47"/>
    <w:rsid w:val="00066C43"/>
    <w:rsid w:val="000759A5"/>
    <w:rsid w:val="00081870"/>
    <w:rsid w:val="000833ED"/>
    <w:rsid w:val="00083D8F"/>
    <w:rsid w:val="0009106A"/>
    <w:rsid w:val="00097134"/>
    <w:rsid w:val="000A1226"/>
    <w:rsid w:val="000A66B5"/>
    <w:rsid w:val="000C1802"/>
    <w:rsid w:val="000C3052"/>
    <w:rsid w:val="000C6DF8"/>
    <w:rsid w:val="000D16BD"/>
    <w:rsid w:val="000F3805"/>
    <w:rsid w:val="001003EA"/>
    <w:rsid w:val="00103414"/>
    <w:rsid w:val="0010661E"/>
    <w:rsid w:val="001125A1"/>
    <w:rsid w:val="00113D84"/>
    <w:rsid w:val="00115D9E"/>
    <w:rsid w:val="00123E2C"/>
    <w:rsid w:val="00126B6B"/>
    <w:rsid w:val="00127F7C"/>
    <w:rsid w:val="001336B0"/>
    <w:rsid w:val="00146B60"/>
    <w:rsid w:val="00147221"/>
    <w:rsid w:val="0016737A"/>
    <w:rsid w:val="00170CF7"/>
    <w:rsid w:val="00172A83"/>
    <w:rsid w:val="0017574B"/>
    <w:rsid w:val="00186CA9"/>
    <w:rsid w:val="001921CC"/>
    <w:rsid w:val="001933A5"/>
    <w:rsid w:val="001A0388"/>
    <w:rsid w:val="001A7DEC"/>
    <w:rsid w:val="001B06D8"/>
    <w:rsid w:val="001B1B4B"/>
    <w:rsid w:val="001B3111"/>
    <w:rsid w:val="001B7FD5"/>
    <w:rsid w:val="001D0BA1"/>
    <w:rsid w:val="001E21E7"/>
    <w:rsid w:val="00202FE7"/>
    <w:rsid w:val="00216EE5"/>
    <w:rsid w:val="002203F1"/>
    <w:rsid w:val="00220FD8"/>
    <w:rsid w:val="00241D1F"/>
    <w:rsid w:val="002422B1"/>
    <w:rsid w:val="00254719"/>
    <w:rsid w:val="00254C78"/>
    <w:rsid w:val="00255602"/>
    <w:rsid w:val="00255B9D"/>
    <w:rsid w:val="00262F76"/>
    <w:rsid w:val="0026718A"/>
    <w:rsid w:val="00267544"/>
    <w:rsid w:val="00275434"/>
    <w:rsid w:val="00287EC2"/>
    <w:rsid w:val="002B04D7"/>
    <w:rsid w:val="002B6B42"/>
    <w:rsid w:val="002B76A6"/>
    <w:rsid w:val="002C1797"/>
    <w:rsid w:val="002D12A5"/>
    <w:rsid w:val="002D3286"/>
    <w:rsid w:val="002D6D4A"/>
    <w:rsid w:val="002E65D0"/>
    <w:rsid w:val="002E792C"/>
    <w:rsid w:val="002F7B96"/>
    <w:rsid w:val="00301EFA"/>
    <w:rsid w:val="00302138"/>
    <w:rsid w:val="00302DA4"/>
    <w:rsid w:val="0030504F"/>
    <w:rsid w:val="00353741"/>
    <w:rsid w:val="00354D4B"/>
    <w:rsid w:val="00356CB2"/>
    <w:rsid w:val="00357BBB"/>
    <w:rsid w:val="0036115D"/>
    <w:rsid w:val="00371F06"/>
    <w:rsid w:val="0037626D"/>
    <w:rsid w:val="00390F33"/>
    <w:rsid w:val="00393FAE"/>
    <w:rsid w:val="0039537B"/>
    <w:rsid w:val="003A0B93"/>
    <w:rsid w:val="003A54C5"/>
    <w:rsid w:val="003A64C0"/>
    <w:rsid w:val="003D1EA2"/>
    <w:rsid w:val="003D4317"/>
    <w:rsid w:val="003D573D"/>
    <w:rsid w:val="003E07B9"/>
    <w:rsid w:val="003E75ED"/>
    <w:rsid w:val="003F4390"/>
    <w:rsid w:val="003F512E"/>
    <w:rsid w:val="00402319"/>
    <w:rsid w:val="00403924"/>
    <w:rsid w:val="0041269F"/>
    <w:rsid w:val="0041457F"/>
    <w:rsid w:val="00422743"/>
    <w:rsid w:val="00425ED0"/>
    <w:rsid w:val="00437962"/>
    <w:rsid w:val="00440750"/>
    <w:rsid w:val="00442696"/>
    <w:rsid w:val="00447810"/>
    <w:rsid w:val="0045212E"/>
    <w:rsid w:val="00455379"/>
    <w:rsid w:val="00455909"/>
    <w:rsid w:val="00456131"/>
    <w:rsid w:val="004609B0"/>
    <w:rsid w:val="004611A8"/>
    <w:rsid w:val="00462DB0"/>
    <w:rsid w:val="004745B5"/>
    <w:rsid w:val="00485107"/>
    <w:rsid w:val="00485AA8"/>
    <w:rsid w:val="00494FDF"/>
    <w:rsid w:val="004952F1"/>
    <w:rsid w:val="00495E72"/>
    <w:rsid w:val="0049679D"/>
    <w:rsid w:val="004968DE"/>
    <w:rsid w:val="004A3C4C"/>
    <w:rsid w:val="004A429A"/>
    <w:rsid w:val="004A470E"/>
    <w:rsid w:val="004A4BC1"/>
    <w:rsid w:val="004A7B9E"/>
    <w:rsid w:val="004B34DB"/>
    <w:rsid w:val="004B7746"/>
    <w:rsid w:val="004C3502"/>
    <w:rsid w:val="004D23E1"/>
    <w:rsid w:val="004E1E3F"/>
    <w:rsid w:val="004E47A9"/>
    <w:rsid w:val="004E74E5"/>
    <w:rsid w:val="00520FE2"/>
    <w:rsid w:val="005319C5"/>
    <w:rsid w:val="00537CDF"/>
    <w:rsid w:val="005408BB"/>
    <w:rsid w:val="005437B8"/>
    <w:rsid w:val="005451C8"/>
    <w:rsid w:val="00553362"/>
    <w:rsid w:val="00561441"/>
    <w:rsid w:val="00564A27"/>
    <w:rsid w:val="00581DBD"/>
    <w:rsid w:val="0058624D"/>
    <w:rsid w:val="005941A4"/>
    <w:rsid w:val="005B0B3F"/>
    <w:rsid w:val="005B1491"/>
    <w:rsid w:val="005C498C"/>
    <w:rsid w:val="005C689E"/>
    <w:rsid w:val="005D0160"/>
    <w:rsid w:val="005D5996"/>
    <w:rsid w:val="005E5090"/>
    <w:rsid w:val="005F6252"/>
    <w:rsid w:val="0060006B"/>
    <w:rsid w:val="006009D3"/>
    <w:rsid w:val="00620F90"/>
    <w:rsid w:val="0062798C"/>
    <w:rsid w:val="0063488E"/>
    <w:rsid w:val="00643E7A"/>
    <w:rsid w:val="00645B19"/>
    <w:rsid w:val="0065424E"/>
    <w:rsid w:val="00667CFA"/>
    <w:rsid w:val="00670FA0"/>
    <w:rsid w:val="0067595A"/>
    <w:rsid w:val="00677C22"/>
    <w:rsid w:val="0068395F"/>
    <w:rsid w:val="00693BC1"/>
    <w:rsid w:val="006A08BC"/>
    <w:rsid w:val="006A27AC"/>
    <w:rsid w:val="006D3BBC"/>
    <w:rsid w:val="006D5269"/>
    <w:rsid w:val="006D7F48"/>
    <w:rsid w:val="006E1C17"/>
    <w:rsid w:val="006E39CC"/>
    <w:rsid w:val="006F15B8"/>
    <w:rsid w:val="006F5020"/>
    <w:rsid w:val="006F6057"/>
    <w:rsid w:val="00700835"/>
    <w:rsid w:val="007012E6"/>
    <w:rsid w:val="0070313D"/>
    <w:rsid w:val="00703379"/>
    <w:rsid w:val="007125EE"/>
    <w:rsid w:val="00714A46"/>
    <w:rsid w:val="007211A7"/>
    <w:rsid w:val="007268AB"/>
    <w:rsid w:val="007269BD"/>
    <w:rsid w:val="00732FD9"/>
    <w:rsid w:val="0074200F"/>
    <w:rsid w:val="00745970"/>
    <w:rsid w:val="0075631D"/>
    <w:rsid w:val="00757B77"/>
    <w:rsid w:val="007602B3"/>
    <w:rsid w:val="00777B7D"/>
    <w:rsid w:val="00780C73"/>
    <w:rsid w:val="0078119A"/>
    <w:rsid w:val="00785B85"/>
    <w:rsid w:val="007862AB"/>
    <w:rsid w:val="00794B24"/>
    <w:rsid w:val="007A191B"/>
    <w:rsid w:val="007A4DF0"/>
    <w:rsid w:val="007A77DB"/>
    <w:rsid w:val="007B0E79"/>
    <w:rsid w:val="007C01EF"/>
    <w:rsid w:val="007C0A8B"/>
    <w:rsid w:val="007C11AD"/>
    <w:rsid w:val="007C1404"/>
    <w:rsid w:val="007C1BF3"/>
    <w:rsid w:val="007C57A4"/>
    <w:rsid w:val="007D184B"/>
    <w:rsid w:val="007D5398"/>
    <w:rsid w:val="007F3295"/>
    <w:rsid w:val="007F55C0"/>
    <w:rsid w:val="008008DA"/>
    <w:rsid w:val="00802C98"/>
    <w:rsid w:val="0080743C"/>
    <w:rsid w:val="0081611A"/>
    <w:rsid w:val="00816655"/>
    <w:rsid w:val="00831772"/>
    <w:rsid w:val="008411CF"/>
    <w:rsid w:val="00850EC3"/>
    <w:rsid w:val="00851123"/>
    <w:rsid w:val="00853435"/>
    <w:rsid w:val="0086446E"/>
    <w:rsid w:val="00864E0E"/>
    <w:rsid w:val="00872F0F"/>
    <w:rsid w:val="00874556"/>
    <w:rsid w:val="00876DC7"/>
    <w:rsid w:val="00883F74"/>
    <w:rsid w:val="0088551C"/>
    <w:rsid w:val="00885C4A"/>
    <w:rsid w:val="0089487E"/>
    <w:rsid w:val="008A5F2B"/>
    <w:rsid w:val="008A6E22"/>
    <w:rsid w:val="008A7EE4"/>
    <w:rsid w:val="008B1E91"/>
    <w:rsid w:val="008B3F45"/>
    <w:rsid w:val="008B5EB9"/>
    <w:rsid w:val="008C25F4"/>
    <w:rsid w:val="008C354F"/>
    <w:rsid w:val="008C5DF0"/>
    <w:rsid w:val="008D206A"/>
    <w:rsid w:val="008D2A84"/>
    <w:rsid w:val="008D3826"/>
    <w:rsid w:val="008D41EE"/>
    <w:rsid w:val="008D54BA"/>
    <w:rsid w:val="00901894"/>
    <w:rsid w:val="009038B3"/>
    <w:rsid w:val="0091382D"/>
    <w:rsid w:val="009317CD"/>
    <w:rsid w:val="00936CDA"/>
    <w:rsid w:val="00960D86"/>
    <w:rsid w:val="00962ADA"/>
    <w:rsid w:val="00965A45"/>
    <w:rsid w:val="009679AE"/>
    <w:rsid w:val="00967FC9"/>
    <w:rsid w:val="00980380"/>
    <w:rsid w:val="009864FA"/>
    <w:rsid w:val="009A7F0C"/>
    <w:rsid w:val="009B7220"/>
    <w:rsid w:val="009C0C7C"/>
    <w:rsid w:val="009C37B4"/>
    <w:rsid w:val="009C7248"/>
    <w:rsid w:val="009F3F0D"/>
    <w:rsid w:val="009F606D"/>
    <w:rsid w:val="009F7A38"/>
    <w:rsid w:val="009F7E04"/>
    <w:rsid w:val="00A116D5"/>
    <w:rsid w:val="00A119E0"/>
    <w:rsid w:val="00A11B44"/>
    <w:rsid w:val="00A27361"/>
    <w:rsid w:val="00A42413"/>
    <w:rsid w:val="00A4550D"/>
    <w:rsid w:val="00A525CD"/>
    <w:rsid w:val="00A5568D"/>
    <w:rsid w:val="00A61F97"/>
    <w:rsid w:val="00A662F5"/>
    <w:rsid w:val="00A73094"/>
    <w:rsid w:val="00A80705"/>
    <w:rsid w:val="00A813F3"/>
    <w:rsid w:val="00A90738"/>
    <w:rsid w:val="00AA5DA7"/>
    <w:rsid w:val="00AB1AAA"/>
    <w:rsid w:val="00AC499A"/>
    <w:rsid w:val="00AC7C73"/>
    <w:rsid w:val="00AD6184"/>
    <w:rsid w:val="00AE0879"/>
    <w:rsid w:val="00AE5D87"/>
    <w:rsid w:val="00AF32FC"/>
    <w:rsid w:val="00AF418B"/>
    <w:rsid w:val="00AF4BDB"/>
    <w:rsid w:val="00AF65EC"/>
    <w:rsid w:val="00B069DF"/>
    <w:rsid w:val="00B10F00"/>
    <w:rsid w:val="00B15B38"/>
    <w:rsid w:val="00B279E0"/>
    <w:rsid w:val="00B311F7"/>
    <w:rsid w:val="00B4169A"/>
    <w:rsid w:val="00B43A80"/>
    <w:rsid w:val="00B44319"/>
    <w:rsid w:val="00B455A4"/>
    <w:rsid w:val="00B476F1"/>
    <w:rsid w:val="00B575BF"/>
    <w:rsid w:val="00B620C8"/>
    <w:rsid w:val="00B678CC"/>
    <w:rsid w:val="00B70109"/>
    <w:rsid w:val="00B82805"/>
    <w:rsid w:val="00B82E5C"/>
    <w:rsid w:val="00B86D33"/>
    <w:rsid w:val="00B9384F"/>
    <w:rsid w:val="00B943F6"/>
    <w:rsid w:val="00B94C59"/>
    <w:rsid w:val="00BA5042"/>
    <w:rsid w:val="00BB32D0"/>
    <w:rsid w:val="00BB78CB"/>
    <w:rsid w:val="00BC24B5"/>
    <w:rsid w:val="00BC3B62"/>
    <w:rsid w:val="00BD4A78"/>
    <w:rsid w:val="00BD7706"/>
    <w:rsid w:val="00BE23A5"/>
    <w:rsid w:val="00BE2A15"/>
    <w:rsid w:val="00BF009D"/>
    <w:rsid w:val="00BF00BB"/>
    <w:rsid w:val="00BF3B21"/>
    <w:rsid w:val="00C047A9"/>
    <w:rsid w:val="00C05879"/>
    <w:rsid w:val="00C16520"/>
    <w:rsid w:val="00C27E63"/>
    <w:rsid w:val="00C3323E"/>
    <w:rsid w:val="00C3481E"/>
    <w:rsid w:val="00C36175"/>
    <w:rsid w:val="00C37BE2"/>
    <w:rsid w:val="00C41A5D"/>
    <w:rsid w:val="00C439B9"/>
    <w:rsid w:val="00C452C2"/>
    <w:rsid w:val="00C453B2"/>
    <w:rsid w:val="00C5106F"/>
    <w:rsid w:val="00C51CEB"/>
    <w:rsid w:val="00C60F0C"/>
    <w:rsid w:val="00C635D6"/>
    <w:rsid w:val="00C70921"/>
    <w:rsid w:val="00C73EA8"/>
    <w:rsid w:val="00C83A06"/>
    <w:rsid w:val="00C83E75"/>
    <w:rsid w:val="00C96FB4"/>
    <w:rsid w:val="00CA0BB4"/>
    <w:rsid w:val="00CA3F46"/>
    <w:rsid w:val="00CA77B0"/>
    <w:rsid w:val="00CB34CB"/>
    <w:rsid w:val="00CB6037"/>
    <w:rsid w:val="00CC0DE6"/>
    <w:rsid w:val="00CC50C3"/>
    <w:rsid w:val="00CD017F"/>
    <w:rsid w:val="00CD168A"/>
    <w:rsid w:val="00CD2E3B"/>
    <w:rsid w:val="00CE0413"/>
    <w:rsid w:val="00CF11E5"/>
    <w:rsid w:val="00CF4C21"/>
    <w:rsid w:val="00D03C98"/>
    <w:rsid w:val="00D13609"/>
    <w:rsid w:val="00D17657"/>
    <w:rsid w:val="00D20231"/>
    <w:rsid w:val="00D2585B"/>
    <w:rsid w:val="00D272C8"/>
    <w:rsid w:val="00D335EE"/>
    <w:rsid w:val="00D41AB3"/>
    <w:rsid w:val="00D43AE9"/>
    <w:rsid w:val="00D527C1"/>
    <w:rsid w:val="00D557F2"/>
    <w:rsid w:val="00D6559F"/>
    <w:rsid w:val="00D6606D"/>
    <w:rsid w:val="00D70977"/>
    <w:rsid w:val="00D77072"/>
    <w:rsid w:val="00D81B15"/>
    <w:rsid w:val="00D81B63"/>
    <w:rsid w:val="00D93660"/>
    <w:rsid w:val="00DA4BD0"/>
    <w:rsid w:val="00DA7809"/>
    <w:rsid w:val="00DA7862"/>
    <w:rsid w:val="00DB1E1A"/>
    <w:rsid w:val="00DC05D8"/>
    <w:rsid w:val="00DC34E4"/>
    <w:rsid w:val="00DC41E2"/>
    <w:rsid w:val="00DC6A32"/>
    <w:rsid w:val="00DD4A08"/>
    <w:rsid w:val="00DE6D9E"/>
    <w:rsid w:val="00DE7943"/>
    <w:rsid w:val="00DE7F8E"/>
    <w:rsid w:val="00DF4170"/>
    <w:rsid w:val="00DF51CC"/>
    <w:rsid w:val="00E10FCB"/>
    <w:rsid w:val="00E21ED6"/>
    <w:rsid w:val="00E312D2"/>
    <w:rsid w:val="00E32C14"/>
    <w:rsid w:val="00E412B7"/>
    <w:rsid w:val="00E456D0"/>
    <w:rsid w:val="00E57B2D"/>
    <w:rsid w:val="00E63062"/>
    <w:rsid w:val="00E67370"/>
    <w:rsid w:val="00E6748F"/>
    <w:rsid w:val="00E75B1C"/>
    <w:rsid w:val="00E8016F"/>
    <w:rsid w:val="00E8311A"/>
    <w:rsid w:val="00E850E2"/>
    <w:rsid w:val="00E874D5"/>
    <w:rsid w:val="00EB062A"/>
    <w:rsid w:val="00EB3115"/>
    <w:rsid w:val="00EB64CE"/>
    <w:rsid w:val="00EC38CA"/>
    <w:rsid w:val="00ED09CF"/>
    <w:rsid w:val="00EE10D5"/>
    <w:rsid w:val="00EE2038"/>
    <w:rsid w:val="00F0125E"/>
    <w:rsid w:val="00F02B1B"/>
    <w:rsid w:val="00F05CC2"/>
    <w:rsid w:val="00F10DFD"/>
    <w:rsid w:val="00F274E9"/>
    <w:rsid w:val="00F329E7"/>
    <w:rsid w:val="00F4329E"/>
    <w:rsid w:val="00F43F2E"/>
    <w:rsid w:val="00F5620E"/>
    <w:rsid w:val="00F57E28"/>
    <w:rsid w:val="00F62278"/>
    <w:rsid w:val="00F64826"/>
    <w:rsid w:val="00F776EE"/>
    <w:rsid w:val="00F8729C"/>
    <w:rsid w:val="00FA53F3"/>
    <w:rsid w:val="00FB3390"/>
    <w:rsid w:val="00FB5835"/>
    <w:rsid w:val="00FB5B15"/>
    <w:rsid w:val="00FC6168"/>
    <w:rsid w:val="00FE591B"/>
    <w:rsid w:val="00FF1EC8"/>
    <w:rsid w:val="00FF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o:colormru v:ext="edit" colors="#003851,#004694,#10204d,#ae0055,black,#a90050,#91004b"/>
    </o:shapedefaults>
    <o:shapelayout v:ext="edit">
      <o:idmap v:ext="edit" data="1"/>
    </o:shapelayout>
  </w:shapeDefaults>
  <w:decimalSymbol w:val=","/>
  <w:listSeparator w:val=";"/>
  <w14:docId w14:val="539D6293"/>
  <w15:docId w15:val="{473651D1-55F6-4A5B-A5B8-49D4EC2A3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55B9D"/>
    <w:pPr>
      <w:spacing w:line="264" w:lineRule="auto"/>
    </w:pPr>
    <w:rPr>
      <w:rFonts w:ascii="Tahoma" w:hAnsi="Tahoma"/>
      <w:sz w:val="18"/>
      <w:szCs w:val="24"/>
      <w:lang w:val="nl-NL"/>
    </w:rPr>
  </w:style>
  <w:style w:type="paragraph" w:styleId="Kop1">
    <w:name w:val="heading 1"/>
    <w:basedOn w:val="Standaard"/>
    <w:next w:val="Standaard"/>
    <w:link w:val="Kop1Char"/>
    <w:qFormat/>
    <w:rsid w:val="00980380"/>
    <w:pPr>
      <w:keepNext/>
      <w:numPr>
        <w:numId w:val="17"/>
      </w:numPr>
      <w:spacing w:after="240" w:line="276" w:lineRule="auto"/>
      <w:ind w:left="397" w:hanging="397"/>
      <w:outlineLvl w:val="0"/>
    </w:pPr>
    <w:rPr>
      <w:rFonts w:asciiTheme="majorHAnsi" w:hAnsiTheme="majorHAnsi" w:cs="Arial"/>
      <w:b/>
      <w:bCs/>
      <w:color w:val="91004B" w:themeColor="text2"/>
      <w:kern w:val="32"/>
      <w:sz w:val="36"/>
      <w:szCs w:val="32"/>
      <w:lang w:val="en-US"/>
    </w:rPr>
  </w:style>
  <w:style w:type="paragraph" w:styleId="Kop2">
    <w:name w:val="heading 2"/>
    <w:basedOn w:val="Kop1"/>
    <w:next w:val="Standaard"/>
    <w:qFormat/>
    <w:rsid w:val="00EE2038"/>
    <w:pPr>
      <w:numPr>
        <w:ilvl w:val="1"/>
      </w:numPr>
      <w:spacing w:after="160"/>
      <w:ind w:left="567" w:hanging="567"/>
      <w:outlineLvl w:val="1"/>
    </w:pPr>
    <w:rPr>
      <w:bCs w:val="0"/>
      <w:iCs/>
      <w:sz w:val="24"/>
      <w:szCs w:val="28"/>
    </w:rPr>
  </w:style>
  <w:style w:type="paragraph" w:styleId="Kop3">
    <w:name w:val="heading 3"/>
    <w:basedOn w:val="Kop2"/>
    <w:next w:val="Standaard"/>
    <w:qFormat/>
    <w:rsid w:val="00980380"/>
    <w:pPr>
      <w:numPr>
        <w:ilvl w:val="2"/>
      </w:numPr>
      <w:spacing w:after="120"/>
      <w:ind w:left="709" w:hanging="709"/>
      <w:outlineLvl w:val="2"/>
    </w:pPr>
    <w:rPr>
      <w:bCs/>
      <w:sz w:val="20"/>
      <w:szCs w:val="26"/>
    </w:rPr>
  </w:style>
  <w:style w:type="paragraph" w:styleId="Kop4">
    <w:name w:val="heading 4"/>
    <w:basedOn w:val="Kop3"/>
    <w:next w:val="Standaard"/>
    <w:rsid w:val="00980380"/>
    <w:pPr>
      <w:numPr>
        <w:ilvl w:val="3"/>
      </w:numPr>
      <w:tabs>
        <w:tab w:val="left" w:pos="864"/>
      </w:tabs>
      <w:ind w:left="0" w:firstLine="0"/>
      <w:outlineLvl w:val="3"/>
    </w:pPr>
    <w:rPr>
      <w:bCs w:val="0"/>
      <w:szCs w:val="28"/>
    </w:rPr>
  </w:style>
  <w:style w:type="paragraph" w:styleId="Kop5">
    <w:name w:val="heading 5"/>
    <w:basedOn w:val="Kop4"/>
    <w:next w:val="Standaard"/>
    <w:rsid w:val="00442696"/>
    <w:pPr>
      <w:numPr>
        <w:ilvl w:val="4"/>
      </w:numPr>
      <w:tabs>
        <w:tab w:val="clear" w:pos="1008"/>
      </w:tabs>
      <w:ind w:left="1197" w:hanging="1197"/>
      <w:outlineLvl w:val="4"/>
    </w:pPr>
    <w:rPr>
      <w:bCs/>
      <w:iCs w:val="0"/>
      <w:szCs w:val="26"/>
    </w:rPr>
  </w:style>
  <w:style w:type="paragraph" w:styleId="Kop6">
    <w:name w:val="heading 6"/>
    <w:basedOn w:val="Kop5"/>
    <w:next w:val="Standaard"/>
    <w:rsid w:val="00442696"/>
    <w:pPr>
      <w:numPr>
        <w:ilvl w:val="5"/>
      </w:numPr>
      <w:ind w:left="1151" w:hanging="1151"/>
      <w:outlineLvl w:val="5"/>
    </w:pPr>
    <w:rPr>
      <w:bCs w:val="0"/>
      <w:szCs w:val="22"/>
    </w:rPr>
  </w:style>
  <w:style w:type="paragraph" w:styleId="Kop7">
    <w:name w:val="heading 7"/>
    <w:basedOn w:val="Kop6"/>
    <w:next w:val="Standaard"/>
    <w:rsid w:val="00442696"/>
    <w:pPr>
      <w:numPr>
        <w:ilvl w:val="6"/>
      </w:numPr>
      <w:ind w:left="2268" w:hanging="2268"/>
      <w:outlineLvl w:val="6"/>
    </w:pPr>
  </w:style>
  <w:style w:type="paragraph" w:styleId="Kop8">
    <w:name w:val="heading 8"/>
    <w:basedOn w:val="Kop7"/>
    <w:next w:val="Standaard"/>
    <w:rsid w:val="00442696"/>
    <w:pPr>
      <w:numPr>
        <w:ilvl w:val="7"/>
      </w:numPr>
      <w:outlineLvl w:val="7"/>
    </w:pPr>
    <w:rPr>
      <w:iCs/>
    </w:rPr>
  </w:style>
  <w:style w:type="paragraph" w:styleId="Kop9">
    <w:name w:val="heading 9"/>
    <w:basedOn w:val="Kop8"/>
    <w:next w:val="Standaard"/>
    <w:rsid w:val="00442696"/>
    <w:pPr>
      <w:numPr>
        <w:ilvl w:val="8"/>
      </w:numPr>
      <w:ind w:left="1582" w:hanging="1582"/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700835"/>
    <w:pPr>
      <w:tabs>
        <w:tab w:val="center" w:pos="4680"/>
        <w:tab w:val="right" w:pos="9360"/>
      </w:tabs>
      <w:spacing w:line="240" w:lineRule="auto"/>
    </w:pPr>
    <w:rPr>
      <w:rFonts w:asciiTheme="minorHAnsi" w:hAnsiTheme="minorHAnsi"/>
      <w:color w:val="575757" w:themeColor="accent1"/>
      <w:sz w:val="20"/>
      <w:lang w:val="en-US"/>
    </w:rPr>
  </w:style>
  <w:style w:type="character" w:customStyle="1" w:styleId="KoptekstChar">
    <w:name w:val="Koptekst Char"/>
    <w:basedOn w:val="Standaardalinea-lettertype"/>
    <w:link w:val="Koptekst"/>
    <w:rsid w:val="00700835"/>
    <w:rPr>
      <w:rFonts w:ascii="Futura Com Book" w:hAnsi="Futura Com Book"/>
      <w:color w:val="575757"/>
      <w:szCs w:val="24"/>
      <w:lang w:val="nl-NL"/>
    </w:rPr>
  </w:style>
  <w:style w:type="paragraph" w:styleId="Voettekst">
    <w:name w:val="footer"/>
    <w:basedOn w:val="Standaard"/>
    <w:link w:val="VoettekstChar"/>
    <w:rsid w:val="00700835"/>
    <w:pPr>
      <w:tabs>
        <w:tab w:val="center" w:pos="4680"/>
        <w:tab w:val="right" w:pos="9360"/>
      </w:tabs>
      <w:spacing w:line="240" w:lineRule="auto"/>
    </w:pPr>
    <w:rPr>
      <w:rFonts w:asciiTheme="minorHAnsi" w:hAnsiTheme="minorHAnsi"/>
      <w:color w:val="575757" w:themeColor="accent1"/>
      <w:sz w:val="20"/>
      <w:lang w:val="en-US"/>
    </w:rPr>
  </w:style>
  <w:style w:type="character" w:customStyle="1" w:styleId="VoettekstChar">
    <w:name w:val="Voettekst Char"/>
    <w:basedOn w:val="Standaardalinea-lettertype"/>
    <w:link w:val="Voettekst"/>
    <w:rsid w:val="00700835"/>
    <w:rPr>
      <w:rFonts w:ascii="Futura Com Book" w:hAnsi="Futura Com Book"/>
      <w:color w:val="575757"/>
      <w:szCs w:val="24"/>
      <w:lang w:val="nl-NL"/>
    </w:rPr>
  </w:style>
  <w:style w:type="character" w:styleId="Hyperlink">
    <w:name w:val="Hyperlink"/>
    <w:uiPriority w:val="99"/>
    <w:rsid w:val="004E47A9"/>
    <w:rPr>
      <w:color w:val="0070C0"/>
      <w:szCs w:val="20"/>
      <w:u w:val="single"/>
      <w:lang w:val="en-US"/>
    </w:rPr>
  </w:style>
  <w:style w:type="paragraph" w:customStyle="1" w:styleId="cdctitle">
    <w:name w:val="cdc_title"/>
    <w:next w:val="Standaard"/>
    <w:link w:val="cdctitleChar"/>
    <w:qFormat/>
    <w:rsid w:val="00115D9E"/>
    <w:pPr>
      <w:keepNext/>
      <w:spacing w:before="480" w:after="480"/>
    </w:pPr>
    <w:rPr>
      <w:rFonts w:asciiTheme="majorHAnsi" w:hAnsiTheme="majorHAnsi"/>
      <w:b/>
      <w:color w:val="91004B" w:themeColor="text2"/>
      <w:sz w:val="56"/>
      <w:szCs w:val="56"/>
      <w:lang w:val="nl-NL"/>
    </w:rPr>
  </w:style>
  <w:style w:type="numbering" w:customStyle="1" w:styleId="StyleBulleted">
    <w:name w:val="Style Bulleted"/>
    <w:basedOn w:val="Geenlijst"/>
    <w:rsid w:val="00667CFA"/>
    <w:pPr>
      <w:numPr>
        <w:numId w:val="21"/>
      </w:numPr>
    </w:pPr>
  </w:style>
  <w:style w:type="paragraph" w:customStyle="1" w:styleId="cdcTableHeader">
    <w:name w:val="cdc_TableHeader"/>
    <w:basedOn w:val="cdcTableCell"/>
    <w:qFormat/>
    <w:rsid w:val="009864FA"/>
    <w:rPr>
      <w:rFonts w:asciiTheme="majorHAnsi" w:hAnsiTheme="majorHAnsi"/>
      <w:bCs/>
      <w:color w:val="FFFFFF" w:themeColor="background1"/>
    </w:rPr>
  </w:style>
  <w:style w:type="paragraph" w:customStyle="1" w:styleId="cdcslogan">
    <w:name w:val="cdc_slogan"/>
    <w:basedOn w:val="Standaard"/>
    <w:rsid w:val="00115D9E"/>
    <w:pPr>
      <w:spacing w:line="276" w:lineRule="auto"/>
    </w:pPr>
    <w:rPr>
      <w:rFonts w:asciiTheme="minorHAnsi" w:hAnsiTheme="minorHAnsi"/>
      <w:color w:val="91004B" w:themeColor="text2"/>
      <w:lang w:val="en-GB"/>
    </w:rPr>
  </w:style>
  <w:style w:type="character" w:customStyle="1" w:styleId="cdctitleChar">
    <w:name w:val="cdc_title Char"/>
    <w:link w:val="cdctitle"/>
    <w:rsid w:val="00115D9E"/>
    <w:rPr>
      <w:rFonts w:asciiTheme="majorHAnsi" w:hAnsiTheme="majorHAnsi"/>
      <w:b/>
      <w:color w:val="91004B" w:themeColor="text2"/>
      <w:sz w:val="56"/>
      <w:szCs w:val="56"/>
      <w:lang w:val="nl-NL"/>
    </w:rPr>
  </w:style>
  <w:style w:type="paragraph" w:customStyle="1" w:styleId="cdcaddressheader">
    <w:name w:val="cdc_addressheader"/>
    <w:basedOn w:val="Standaard"/>
    <w:qFormat/>
    <w:rsid w:val="001B7FD5"/>
    <w:pPr>
      <w:spacing w:line="276" w:lineRule="auto"/>
    </w:pPr>
    <w:rPr>
      <w:rFonts w:asciiTheme="minorHAnsi" w:hAnsiTheme="minorHAnsi"/>
      <w:b/>
      <w:color w:val="9A9A9A" w:themeColor="accent1" w:themeTint="99"/>
      <w:sz w:val="20"/>
      <w:szCs w:val="20"/>
      <w:lang w:val="en-US"/>
    </w:rPr>
  </w:style>
  <w:style w:type="paragraph" w:customStyle="1" w:styleId="cdcaddress">
    <w:name w:val="cdc_address"/>
    <w:basedOn w:val="Standaard"/>
    <w:qFormat/>
    <w:rsid w:val="001B7FD5"/>
    <w:pPr>
      <w:spacing w:line="276" w:lineRule="auto"/>
    </w:pPr>
    <w:rPr>
      <w:rFonts w:asciiTheme="minorHAnsi" w:hAnsiTheme="minorHAnsi"/>
      <w:color w:val="9A9A9A" w:themeColor="accent1" w:themeTint="99"/>
      <w:sz w:val="17"/>
      <w:szCs w:val="17"/>
      <w:lang w:val="en-US"/>
    </w:rPr>
  </w:style>
  <w:style w:type="paragraph" w:customStyle="1" w:styleId="cdcTableCell">
    <w:name w:val="cdc_TableCell"/>
    <w:basedOn w:val="Standaard"/>
    <w:qFormat/>
    <w:rsid w:val="00C27E63"/>
    <w:pPr>
      <w:spacing w:line="240" w:lineRule="auto"/>
      <w:ind w:left="28"/>
    </w:pPr>
    <w:rPr>
      <w:rFonts w:asciiTheme="minorHAnsi" w:hAnsiTheme="minorHAnsi"/>
      <w:color w:val="575757" w:themeColor="accent1"/>
      <w:szCs w:val="18"/>
      <w:lang w:val="en-US"/>
    </w:rPr>
  </w:style>
  <w:style w:type="paragraph" w:customStyle="1" w:styleId="cdcParaHead">
    <w:name w:val="cdc_ParaHead"/>
    <w:basedOn w:val="Standaard"/>
    <w:next w:val="Standaard"/>
    <w:qFormat/>
    <w:rsid w:val="001B7FD5"/>
    <w:pPr>
      <w:spacing w:after="120" w:line="276" w:lineRule="auto"/>
    </w:pPr>
    <w:rPr>
      <w:rFonts w:asciiTheme="minorHAnsi" w:hAnsiTheme="minorHAnsi"/>
      <w:b/>
      <w:color w:val="91004B" w:themeColor="text2"/>
      <w:sz w:val="24"/>
      <w:szCs w:val="28"/>
      <w:lang w:val="en-US"/>
    </w:rPr>
  </w:style>
  <w:style w:type="paragraph" w:customStyle="1" w:styleId="cdcfooter-url">
    <w:name w:val="cdc_footer-url"/>
    <w:basedOn w:val="Standaard"/>
    <w:rsid w:val="00115D9E"/>
    <w:pPr>
      <w:spacing w:line="276" w:lineRule="auto"/>
    </w:pPr>
    <w:rPr>
      <w:rFonts w:asciiTheme="minorHAnsi" w:hAnsiTheme="minorHAnsi"/>
      <w:color w:val="91004B" w:themeColor="text2"/>
      <w:lang w:val="en-US"/>
    </w:rPr>
  </w:style>
  <w:style w:type="paragraph" w:customStyle="1" w:styleId="cdcfooter-pagenumber">
    <w:name w:val="cdc_footer-pagenumber"/>
    <w:basedOn w:val="Standaard"/>
    <w:rsid w:val="004E74E5"/>
    <w:pPr>
      <w:tabs>
        <w:tab w:val="right" w:pos="9540"/>
      </w:tabs>
      <w:spacing w:after="80" w:line="360" w:lineRule="auto"/>
      <w:jc w:val="right"/>
    </w:pPr>
    <w:rPr>
      <w:rFonts w:asciiTheme="majorHAnsi" w:hAnsiTheme="majorHAnsi" w:cs="Tahoma"/>
      <w:b/>
      <w:color w:val="91004B" w:themeColor="text2"/>
      <w:sz w:val="20"/>
      <w:szCs w:val="20"/>
      <w:lang w:val="en-US"/>
    </w:rPr>
  </w:style>
  <w:style w:type="table" w:styleId="Tabelraster">
    <w:name w:val="Table Grid"/>
    <w:basedOn w:val="Standaardtabel"/>
    <w:rsid w:val="007C01EF"/>
    <w:pPr>
      <w:spacing w:line="360" w:lineRule="auto"/>
    </w:pPr>
    <w:rPr>
      <w:rFonts w:ascii="Tahoma" w:hAnsi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jschrift">
    <w:name w:val="caption"/>
    <w:basedOn w:val="Standaard"/>
    <w:next w:val="Standaard"/>
    <w:qFormat/>
    <w:rsid w:val="00115D9E"/>
    <w:pPr>
      <w:spacing w:before="120" w:after="200" w:line="276" w:lineRule="auto"/>
    </w:pPr>
    <w:rPr>
      <w:rFonts w:asciiTheme="minorHAnsi" w:hAnsiTheme="minorHAnsi"/>
      <w:bCs/>
      <w:i/>
      <w:color w:val="575757" w:themeColor="accent1"/>
      <w:szCs w:val="20"/>
      <w:lang w:val="en-US"/>
    </w:rPr>
  </w:style>
  <w:style w:type="character" w:customStyle="1" w:styleId="Kop1Char">
    <w:name w:val="Kop 1 Char"/>
    <w:link w:val="Kop1"/>
    <w:rsid w:val="00980380"/>
    <w:rPr>
      <w:rFonts w:asciiTheme="majorHAnsi" w:hAnsiTheme="majorHAnsi" w:cs="Arial"/>
      <w:b/>
      <w:bCs/>
      <w:color w:val="91004B" w:themeColor="text2"/>
      <w:kern w:val="32"/>
      <w:sz w:val="36"/>
      <w:szCs w:val="32"/>
    </w:rPr>
  </w:style>
  <w:style w:type="paragraph" w:styleId="Inhopg1">
    <w:name w:val="toc 1"/>
    <w:basedOn w:val="Standaard"/>
    <w:next w:val="Standaard"/>
    <w:autoRedefine/>
    <w:uiPriority w:val="39"/>
    <w:rsid w:val="001003EA"/>
    <w:pPr>
      <w:spacing w:line="276" w:lineRule="auto"/>
    </w:pPr>
    <w:rPr>
      <w:rFonts w:asciiTheme="minorHAnsi" w:hAnsiTheme="minorHAnsi"/>
      <w:color w:val="575757" w:themeColor="accent1"/>
      <w:sz w:val="20"/>
      <w:lang w:val="en-US"/>
    </w:rPr>
  </w:style>
  <w:style w:type="paragraph" w:styleId="Inhopg2">
    <w:name w:val="toc 2"/>
    <w:basedOn w:val="Standaard"/>
    <w:next w:val="Standaard"/>
    <w:autoRedefine/>
    <w:uiPriority w:val="39"/>
    <w:rsid w:val="00B10F00"/>
    <w:pPr>
      <w:tabs>
        <w:tab w:val="left" w:pos="960"/>
        <w:tab w:val="right" w:leader="dot" w:pos="9061"/>
      </w:tabs>
      <w:spacing w:line="276" w:lineRule="auto"/>
      <w:ind w:left="425"/>
    </w:pPr>
    <w:rPr>
      <w:rFonts w:asciiTheme="minorHAnsi" w:hAnsiTheme="minorHAnsi"/>
      <w:noProof/>
      <w:color w:val="575757" w:themeColor="accent1"/>
      <w:sz w:val="20"/>
      <w:lang w:val="en-US"/>
    </w:rPr>
  </w:style>
  <w:style w:type="paragraph" w:styleId="Inhopg3">
    <w:name w:val="toc 3"/>
    <w:basedOn w:val="Standaard"/>
    <w:next w:val="Standaard"/>
    <w:autoRedefine/>
    <w:uiPriority w:val="39"/>
    <w:rsid w:val="00B10F00"/>
    <w:pPr>
      <w:tabs>
        <w:tab w:val="left" w:pos="1100"/>
        <w:tab w:val="right" w:leader="dot" w:pos="9061"/>
      </w:tabs>
      <w:spacing w:line="276" w:lineRule="auto"/>
      <w:ind w:left="440"/>
    </w:pPr>
    <w:rPr>
      <w:rFonts w:asciiTheme="minorHAnsi" w:hAnsiTheme="minorHAnsi"/>
      <w:color w:val="575757" w:themeColor="accent1"/>
      <w:sz w:val="20"/>
      <w:lang w:val="en-US"/>
    </w:rPr>
  </w:style>
  <w:style w:type="numbering" w:customStyle="1" w:styleId="Numbered">
    <w:name w:val="Numbered"/>
    <w:basedOn w:val="Geenlijst"/>
    <w:rsid w:val="00962ADA"/>
    <w:pPr>
      <w:numPr>
        <w:numId w:val="18"/>
      </w:numPr>
    </w:pPr>
  </w:style>
  <w:style w:type="paragraph" w:styleId="Inhopg6">
    <w:name w:val="toc 6"/>
    <w:basedOn w:val="Standaard"/>
    <w:next w:val="Standaard"/>
    <w:autoRedefine/>
    <w:semiHidden/>
    <w:rsid w:val="0062798C"/>
    <w:pPr>
      <w:spacing w:line="276" w:lineRule="auto"/>
      <w:ind w:left="1100"/>
    </w:pPr>
    <w:rPr>
      <w:rFonts w:asciiTheme="minorHAnsi" w:hAnsiTheme="minorHAnsi"/>
      <w:color w:val="575757" w:themeColor="accent1"/>
      <w:sz w:val="20"/>
      <w:lang w:val="en-US"/>
    </w:rPr>
  </w:style>
  <w:style w:type="paragraph" w:styleId="Lijstalinea">
    <w:name w:val="List Paragraph"/>
    <w:basedOn w:val="Standaard"/>
    <w:uiPriority w:val="34"/>
    <w:rsid w:val="004952F1"/>
    <w:pPr>
      <w:spacing w:line="276" w:lineRule="auto"/>
      <w:ind w:left="720"/>
      <w:contextualSpacing/>
    </w:pPr>
    <w:rPr>
      <w:rFonts w:asciiTheme="minorHAnsi" w:hAnsiTheme="minorHAnsi"/>
      <w:color w:val="575757" w:themeColor="accent1"/>
      <w:sz w:val="20"/>
      <w:lang w:val="en-US"/>
    </w:rPr>
  </w:style>
  <w:style w:type="numbering" w:customStyle="1" w:styleId="UL">
    <w:name w:val="UL"/>
    <w:basedOn w:val="Geenlijst"/>
    <w:rsid w:val="00AF418B"/>
    <w:pPr>
      <w:numPr>
        <w:numId w:val="28"/>
      </w:numPr>
    </w:pPr>
  </w:style>
  <w:style w:type="numbering" w:customStyle="1" w:styleId="OL">
    <w:name w:val="OL"/>
    <w:basedOn w:val="Geenlijst"/>
    <w:rsid w:val="00FE591B"/>
    <w:pPr>
      <w:numPr>
        <w:numId w:val="32"/>
      </w:numPr>
    </w:pPr>
  </w:style>
  <w:style w:type="numbering" w:customStyle="1" w:styleId="StyleNumberedLeft063cmHanging063cm">
    <w:name w:val="Style Numbered Left:  063 cm Hanging:  063 cm"/>
    <w:basedOn w:val="Geenlijst"/>
    <w:rsid w:val="00FE591B"/>
    <w:pPr>
      <w:numPr>
        <w:numId w:val="33"/>
      </w:numPr>
    </w:pPr>
  </w:style>
  <w:style w:type="table" w:customStyle="1" w:styleId="ListTable3-Accent21">
    <w:name w:val="List Table 3 - Accent 21"/>
    <w:basedOn w:val="Standaardtabel"/>
    <w:uiPriority w:val="48"/>
    <w:rsid w:val="00403924"/>
    <w:tblPr>
      <w:tblStyleRowBandSize w:val="1"/>
      <w:tblStyleColBandSize w:val="1"/>
      <w:tblBorders>
        <w:top w:val="single" w:sz="4" w:space="0" w:color="91004B" w:themeColor="accent2"/>
        <w:left w:val="single" w:sz="4" w:space="0" w:color="91004B" w:themeColor="accent2"/>
        <w:bottom w:val="single" w:sz="4" w:space="0" w:color="91004B" w:themeColor="accent2"/>
        <w:right w:val="single" w:sz="4" w:space="0" w:color="91004B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1004B" w:themeFill="accent2"/>
      </w:tcPr>
    </w:tblStylePr>
    <w:tblStylePr w:type="lastRow">
      <w:rPr>
        <w:b/>
        <w:bCs/>
      </w:rPr>
      <w:tblPr/>
      <w:tcPr>
        <w:tcBorders>
          <w:top w:val="double" w:sz="4" w:space="0" w:color="91004B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1004B" w:themeColor="accent2"/>
          <w:right w:val="single" w:sz="4" w:space="0" w:color="91004B" w:themeColor="accent2"/>
        </w:tcBorders>
      </w:tcPr>
    </w:tblStylePr>
    <w:tblStylePr w:type="band1Horz">
      <w:tblPr/>
      <w:tcPr>
        <w:tcBorders>
          <w:top w:val="single" w:sz="4" w:space="0" w:color="91004B" w:themeColor="accent2"/>
          <w:bottom w:val="single" w:sz="4" w:space="0" w:color="91004B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1004B" w:themeColor="accent2"/>
          <w:left w:val="nil"/>
        </w:tcBorders>
      </w:tcPr>
    </w:tblStylePr>
    <w:tblStylePr w:type="swCell">
      <w:tblPr/>
      <w:tcPr>
        <w:tcBorders>
          <w:top w:val="double" w:sz="4" w:space="0" w:color="91004B" w:themeColor="accent2"/>
          <w:right w:val="nil"/>
        </w:tcBorders>
      </w:tcPr>
    </w:tblStylePr>
  </w:style>
  <w:style w:type="table" w:customStyle="1" w:styleId="GridTable7Colorful-Accent21">
    <w:name w:val="Grid Table 7 Colorful - Accent 21"/>
    <w:basedOn w:val="Standaardtabel"/>
    <w:uiPriority w:val="52"/>
    <w:rsid w:val="00403924"/>
    <w:rPr>
      <w:color w:val="6C0037" w:themeColor="accent2" w:themeShade="BF"/>
    </w:rPr>
    <w:tblPr>
      <w:tblStyleRowBandSize w:val="1"/>
      <w:tblStyleColBandSize w:val="1"/>
      <w:tblBorders>
        <w:top w:val="single" w:sz="4" w:space="0" w:color="FF2494" w:themeColor="accent2" w:themeTint="99"/>
        <w:left w:val="single" w:sz="4" w:space="0" w:color="FF2494" w:themeColor="accent2" w:themeTint="99"/>
        <w:bottom w:val="single" w:sz="4" w:space="0" w:color="FF2494" w:themeColor="accent2" w:themeTint="99"/>
        <w:right w:val="single" w:sz="4" w:space="0" w:color="FF2494" w:themeColor="accent2" w:themeTint="99"/>
        <w:insideH w:val="single" w:sz="4" w:space="0" w:color="FF2494" w:themeColor="accent2" w:themeTint="99"/>
        <w:insideV w:val="single" w:sz="4" w:space="0" w:color="FF24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6DB" w:themeFill="accent2" w:themeFillTint="33"/>
      </w:tcPr>
    </w:tblStylePr>
    <w:tblStylePr w:type="band1Horz">
      <w:tblPr/>
      <w:tcPr>
        <w:shd w:val="clear" w:color="auto" w:fill="FFB6DB" w:themeFill="accent2" w:themeFillTint="33"/>
      </w:tcPr>
    </w:tblStylePr>
    <w:tblStylePr w:type="neCell">
      <w:tblPr/>
      <w:tcPr>
        <w:tcBorders>
          <w:bottom w:val="single" w:sz="4" w:space="0" w:color="FF2494" w:themeColor="accent2" w:themeTint="99"/>
        </w:tcBorders>
      </w:tcPr>
    </w:tblStylePr>
    <w:tblStylePr w:type="nwCell">
      <w:tblPr/>
      <w:tcPr>
        <w:tcBorders>
          <w:bottom w:val="single" w:sz="4" w:space="0" w:color="FF2494" w:themeColor="accent2" w:themeTint="99"/>
        </w:tcBorders>
      </w:tcPr>
    </w:tblStylePr>
    <w:tblStylePr w:type="seCell">
      <w:tblPr/>
      <w:tcPr>
        <w:tcBorders>
          <w:top w:val="single" w:sz="4" w:space="0" w:color="FF2494" w:themeColor="accent2" w:themeTint="99"/>
        </w:tcBorders>
      </w:tcPr>
    </w:tblStylePr>
    <w:tblStylePr w:type="swCell">
      <w:tblPr/>
      <w:tcPr>
        <w:tcBorders>
          <w:top w:val="single" w:sz="4" w:space="0" w:color="FF2494" w:themeColor="accent2" w:themeTint="99"/>
        </w:tcBorders>
      </w:tcPr>
    </w:tblStylePr>
  </w:style>
  <w:style w:type="table" w:customStyle="1" w:styleId="GridTable4-Accent21">
    <w:name w:val="Grid Table 4 - Accent 21"/>
    <w:basedOn w:val="Standaardtabel"/>
    <w:uiPriority w:val="49"/>
    <w:rsid w:val="00403924"/>
    <w:tblPr>
      <w:tblStyleRowBandSize w:val="1"/>
      <w:tblStyleColBandSize w:val="1"/>
      <w:tblBorders>
        <w:top w:val="single" w:sz="4" w:space="0" w:color="FF2494" w:themeColor="accent2" w:themeTint="99"/>
        <w:left w:val="single" w:sz="4" w:space="0" w:color="FF2494" w:themeColor="accent2" w:themeTint="99"/>
        <w:bottom w:val="single" w:sz="4" w:space="0" w:color="FF2494" w:themeColor="accent2" w:themeTint="99"/>
        <w:right w:val="single" w:sz="4" w:space="0" w:color="FF2494" w:themeColor="accent2" w:themeTint="99"/>
        <w:insideH w:val="single" w:sz="4" w:space="0" w:color="FF2494" w:themeColor="accent2" w:themeTint="99"/>
        <w:insideV w:val="single" w:sz="4" w:space="0" w:color="FF24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1004B" w:themeColor="accent2"/>
          <w:left w:val="single" w:sz="4" w:space="0" w:color="91004B" w:themeColor="accent2"/>
          <w:bottom w:val="single" w:sz="4" w:space="0" w:color="91004B" w:themeColor="accent2"/>
          <w:right w:val="single" w:sz="4" w:space="0" w:color="91004B" w:themeColor="accent2"/>
          <w:insideH w:val="nil"/>
          <w:insideV w:val="nil"/>
        </w:tcBorders>
        <w:shd w:val="clear" w:color="auto" w:fill="91004B" w:themeFill="accent2"/>
      </w:tcPr>
    </w:tblStylePr>
    <w:tblStylePr w:type="lastRow">
      <w:rPr>
        <w:b/>
        <w:bCs/>
      </w:rPr>
      <w:tblPr/>
      <w:tcPr>
        <w:tcBorders>
          <w:top w:val="double" w:sz="4" w:space="0" w:color="9100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6DB" w:themeFill="accent2" w:themeFillTint="33"/>
      </w:tcPr>
    </w:tblStylePr>
    <w:tblStylePr w:type="band1Horz">
      <w:tblPr/>
      <w:tcPr>
        <w:shd w:val="clear" w:color="auto" w:fill="FFB6DB" w:themeFill="accent2" w:themeFillTint="33"/>
      </w:tcPr>
    </w:tblStylePr>
  </w:style>
  <w:style w:type="paragraph" w:styleId="Geenafstand">
    <w:name w:val="No Spacing"/>
    <w:uiPriority w:val="1"/>
    <w:qFormat/>
    <w:rsid w:val="00255B9D"/>
    <w:rPr>
      <w:rFonts w:asciiTheme="minorHAnsi" w:eastAsiaTheme="minorHAnsi" w:hAnsiTheme="minorHAnsi" w:cstheme="minorBidi"/>
      <w:sz w:val="22"/>
      <w:szCs w:val="22"/>
    </w:rPr>
  </w:style>
  <w:style w:type="paragraph" w:styleId="Ballontekst">
    <w:name w:val="Balloon Text"/>
    <w:basedOn w:val="Standaard"/>
    <w:link w:val="BallontekstChar"/>
    <w:rsid w:val="003A54C5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ntekstChar">
    <w:name w:val="Ballontekst Char"/>
    <w:basedOn w:val="Standaardalinea-lettertype"/>
    <w:link w:val="Ballontekst"/>
    <w:rsid w:val="003A54C5"/>
    <w:rPr>
      <w:rFonts w:ascii="Segoe UI" w:hAnsi="Segoe UI" w:cs="Segoe UI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6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1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28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83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3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10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8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1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4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4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9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frenken\Downloads\template-CadacGroup-v09b%20(2).dotx" TargetMode="External"/></Relationships>
</file>

<file path=word/theme/theme1.xml><?xml version="1.0" encoding="utf-8"?>
<a:theme xmlns:a="http://schemas.openxmlformats.org/drawingml/2006/main" name="Office Theme">
  <a:themeElements>
    <a:clrScheme name="Cadac-Group">
      <a:dk1>
        <a:sysClr val="windowText" lastClr="000000"/>
      </a:dk1>
      <a:lt1>
        <a:sysClr val="window" lastClr="FFFFFF"/>
      </a:lt1>
      <a:dk2>
        <a:srgbClr val="91004B"/>
      </a:dk2>
      <a:lt2>
        <a:srgbClr val="E9E9E9"/>
      </a:lt2>
      <a:accent1>
        <a:srgbClr val="575757"/>
      </a:accent1>
      <a:accent2>
        <a:srgbClr val="91004B"/>
      </a:accent2>
      <a:accent3>
        <a:srgbClr val="58AF8D"/>
      </a:accent3>
      <a:accent4>
        <a:srgbClr val="EC652F"/>
      </a:accent4>
      <a:accent5>
        <a:srgbClr val="D0354A"/>
      </a:accent5>
      <a:accent6>
        <a:srgbClr val="904C9E"/>
      </a:accent6>
      <a:hlink>
        <a:srgbClr val="0563C1"/>
      </a:hlink>
      <a:folHlink>
        <a:srgbClr val="0563C1"/>
      </a:folHlink>
    </a:clrScheme>
    <a:fontScheme name="Futura Word">
      <a:majorFont>
        <a:latin typeface="Futura Com Book"/>
        <a:ea typeface=""/>
        <a:cs typeface=""/>
      </a:majorFont>
      <a:minorFont>
        <a:latin typeface="Futura Com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19BD4-B248-441D-93DD-BBA597C74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template-CadacGroup-v09b (2)</Template>
  <TotalTime>1</TotalTime>
  <Pages>2</Pages>
  <Words>94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CadacGroup-Document</vt:lpstr>
      <vt:lpstr>CadacGroup-Document</vt:lpstr>
    </vt:vector>
  </TitlesOfParts>
  <Company>Cadac Group</Company>
  <LinksUpToDate>false</LinksUpToDate>
  <CharactersWithSpaces>945</CharactersWithSpaces>
  <SharedDoc>false</SharedDoc>
  <HLinks>
    <vt:vector size="48" baseType="variant">
      <vt:variant>
        <vt:i4>4259857</vt:i4>
      </vt:variant>
      <vt:variant>
        <vt:i4>57</vt:i4>
      </vt:variant>
      <vt:variant>
        <vt:i4>0</vt:i4>
      </vt:variant>
      <vt:variant>
        <vt:i4>5</vt:i4>
      </vt:variant>
      <vt:variant>
        <vt:lpwstr>http://www.cadac.com/</vt:lpwstr>
      </vt:variant>
      <vt:variant>
        <vt:lpwstr/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_Toc417661549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_Toc417661548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_Toc417661547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_Toc417661546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_Toc417661545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_Toc417661544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_Toc417661543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CadacGroup-Document</dc:title>
  <dc:subject/>
  <dc:creator>Raoul Frenken</dc:creator>
  <cp:keywords/>
  <cp:lastModifiedBy>Yarin Meessen</cp:lastModifiedBy>
  <cp:revision>2</cp:revision>
  <cp:lastPrinted>2016-03-11T15:16:00Z</cp:lastPrinted>
  <dcterms:created xsi:type="dcterms:W3CDTF">2019-08-20T11:39:00Z</dcterms:created>
  <dcterms:modified xsi:type="dcterms:W3CDTF">2019-08-20T11:39:00Z</dcterms:modified>
</cp:coreProperties>
</file>